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60B" w:rsidRDefault="004D260B" w:rsidP="00E530BA">
      <w:pPr>
        <w:jc w:val="center"/>
        <w:rPr>
          <w:b/>
          <w:bCs/>
          <w:i/>
          <w:sz w:val="28"/>
          <w:szCs w:val="28"/>
        </w:rPr>
      </w:pPr>
      <w:r w:rsidRPr="001F2482">
        <w:rPr>
          <w:b/>
          <w:bCs/>
          <w:sz w:val="28"/>
          <w:szCs w:val="28"/>
        </w:rPr>
        <w:t>Учебно-тематический план</w:t>
      </w:r>
    </w:p>
    <w:p w:rsidR="004D260B" w:rsidRPr="001F2482" w:rsidRDefault="004D260B" w:rsidP="00E530BA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1 класс. Математика. (132ч)</w:t>
      </w:r>
    </w:p>
    <w:p w:rsidR="004D260B" w:rsidRPr="00B15C90" w:rsidRDefault="004D260B" w:rsidP="00705802">
      <w:pPr>
        <w:rPr>
          <w:sz w:val="28"/>
          <w:szCs w:val="28"/>
        </w:rPr>
      </w:pPr>
      <w:r w:rsidRPr="006C4037">
        <w:rPr>
          <w:b/>
          <w:sz w:val="28"/>
          <w:szCs w:val="28"/>
        </w:rPr>
        <w:t xml:space="preserve">1 класс </w:t>
      </w:r>
      <w:r w:rsidRPr="001559F6">
        <w:rPr>
          <w:b/>
          <w:sz w:val="28"/>
          <w:szCs w:val="28"/>
        </w:rPr>
        <w:t xml:space="preserve"> </w:t>
      </w:r>
      <w:r>
        <w:t>(4 ч в неделю, всего 132</w:t>
      </w:r>
      <w:r w:rsidRPr="001559F6">
        <w:t xml:space="preserve"> ч)</w:t>
      </w:r>
    </w:p>
    <w:p w:rsidR="004D260B" w:rsidRPr="00B15C90" w:rsidRDefault="004D260B" w:rsidP="00705802"/>
    <w:tbl>
      <w:tblPr>
        <w:tblW w:w="15221" w:type="dxa"/>
        <w:tblInd w:w="-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E0"/>
      </w:tblPr>
      <w:tblGrid>
        <w:gridCol w:w="651"/>
        <w:gridCol w:w="2964"/>
        <w:gridCol w:w="5088"/>
        <w:gridCol w:w="1025"/>
        <w:gridCol w:w="5070"/>
        <w:gridCol w:w="411"/>
        <w:gridCol w:w="12"/>
      </w:tblGrid>
      <w:tr w:rsidR="004D260B" w:rsidTr="007C1A21">
        <w:trPr>
          <w:trHeight w:val="889"/>
          <w:tblHeader/>
        </w:trPr>
        <w:tc>
          <w:tcPr>
            <w:tcW w:w="646" w:type="dxa"/>
          </w:tcPr>
          <w:p w:rsidR="004D260B" w:rsidRPr="00B052EA" w:rsidRDefault="004D260B" w:rsidP="00B052EA">
            <w:pPr>
              <w:jc w:val="center"/>
              <w:rPr>
                <w:b/>
              </w:rPr>
            </w:pPr>
            <w:r w:rsidRPr="00B052EA">
              <w:rPr>
                <w:b/>
              </w:rPr>
              <w:t>№</w:t>
            </w:r>
          </w:p>
          <w:p w:rsidR="004D260B" w:rsidRPr="00B052EA" w:rsidRDefault="004D260B" w:rsidP="00B052EA">
            <w:pPr>
              <w:jc w:val="center"/>
              <w:rPr>
                <w:b/>
              </w:rPr>
            </w:pPr>
            <w:r w:rsidRPr="00B052EA">
              <w:rPr>
                <w:b/>
              </w:rPr>
              <w:t>п/п</w:t>
            </w:r>
          </w:p>
        </w:tc>
        <w:tc>
          <w:tcPr>
            <w:tcW w:w="2964" w:type="dxa"/>
            <w:vAlign w:val="center"/>
          </w:tcPr>
          <w:p w:rsidR="004D260B" w:rsidRPr="00B052EA" w:rsidRDefault="004D260B" w:rsidP="00B052EA">
            <w:pPr>
              <w:jc w:val="center"/>
              <w:rPr>
                <w:b/>
              </w:rPr>
            </w:pPr>
            <w:r w:rsidRPr="00B052EA">
              <w:rPr>
                <w:b/>
              </w:rPr>
              <w:t>Раздел программы</w:t>
            </w:r>
          </w:p>
        </w:tc>
        <w:tc>
          <w:tcPr>
            <w:tcW w:w="5088" w:type="dxa"/>
            <w:vAlign w:val="center"/>
          </w:tcPr>
          <w:p w:rsidR="004D260B" w:rsidRPr="00B052EA" w:rsidRDefault="004D260B" w:rsidP="00B052EA">
            <w:pPr>
              <w:jc w:val="center"/>
              <w:rPr>
                <w:b/>
              </w:rPr>
            </w:pPr>
            <w:r w:rsidRPr="00B052EA">
              <w:rPr>
                <w:b/>
              </w:rPr>
              <w:t xml:space="preserve">Темы </w:t>
            </w:r>
          </w:p>
        </w:tc>
        <w:tc>
          <w:tcPr>
            <w:tcW w:w="1025" w:type="dxa"/>
            <w:vAlign w:val="center"/>
          </w:tcPr>
          <w:p w:rsidR="004D260B" w:rsidRPr="00B052EA" w:rsidRDefault="004D260B" w:rsidP="00B052EA">
            <w:pPr>
              <w:jc w:val="center"/>
              <w:rPr>
                <w:b/>
              </w:rPr>
            </w:pPr>
            <w:r w:rsidRPr="00B052EA">
              <w:rPr>
                <w:b/>
              </w:rPr>
              <w:t>Количе ство</w:t>
            </w:r>
          </w:p>
          <w:p w:rsidR="004D260B" w:rsidRPr="00B052EA" w:rsidRDefault="004D260B" w:rsidP="00B052EA">
            <w:pPr>
              <w:jc w:val="center"/>
              <w:rPr>
                <w:b/>
              </w:rPr>
            </w:pPr>
            <w:r w:rsidRPr="00B052EA">
              <w:rPr>
                <w:b/>
              </w:rPr>
              <w:t xml:space="preserve">часов </w:t>
            </w:r>
          </w:p>
        </w:tc>
        <w:tc>
          <w:tcPr>
            <w:tcW w:w="5493" w:type="dxa"/>
            <w:gridSpan w:val="3"/>
            <w:vAlign w:val="center"/>
          </w:tcPr>
          <w:p w:rsidR="004D260B" w:rsidRPr="00B052EA" w:rsidRDefault="004D260B" w:rsidP="00B052EA">
            <w:pPr>
              <w:jc w:val="center"/>
              <w:rPr>
                <w:b/>
              </w:rPr>
            </w:pPr>
            <w:r w:rsidRPr="00B052EA">
              <w:rPr>
                <w:b/>
              </w:rPr>
              <w:t>Планируемые результаты</w:t>
            </w:r>
          </w:p>
        </w:tc>
      </w:tr>
      <w:tr w:rsidR="004D260B" w:rsidTr="007C1A21">
        <w:tc>
          <w:tcPr>
            <w:tcW w:w="646" w:type="dxa"/>
            <w:vMerge w:val="restart"/>
            <w:tcBorders>
              <w:bottom w:val="nil"/>
            </w:tcBorders>
          </w:tcPr>
          <w:p w:rsidR="004D260B" w:rsidRPr="0037405F" w:rsidRDefault="004D260B" w:rsidP="00132169">
            <w:r>
              <w:t>1.</w:t>
            </w:r>
          </w:p>
        </w:tc>
        <w:tc>
          <w:tcPr>
            <w:tcW w:w="2964" w:type="dxa"/>
            <w:vMerge w:val="restart"/>
          </w:tcPr>
          <w:p w:rsidR="004D260B" w:rsidRPr="00B052EA" w:rsidRDefault="004D260B" w:rsidP="00132169">
            <w:pPr>
              <w:rPr>
                <w:b/>
              </w:rPr>
            </w:pPr>
            <w:r w:rsidRPr="00B052EA">
              <w:rPr>
                <w:b/>
              </w:rPr>
              <w:t>Множества предметов. Отношения между предметами и между множествами предметов</w:t>
            </w:r>
          </w:p>
        </w:tc>
        <w:tc>
          <w:tcPr>
            <w:tcW w:w="5088" w:type="dxa"/>
          </w:tcPr>
          <w:p w:rsidR="004D260B" w:rsidRPr="00C956C0" w:rsidRDefault="004D260B" w:rsidP="00132169">
            <w:r w:rsidRPr="00B052EA">
              <w:rPr>
                <w:b/>
              </w:rPr>
              <w:t>Предметы и их свойства</w:t>
            </w:r>
          </w:p>
          <w:p w:rsidR="004D260B" w:rsidRDefault="004D260B" w:rsidP="00132169">
            <w:r w:rsidRPr="0037405F">
              <w:t xml:space="preserve">Сходство и различия </w:t>
            </w:r>
            <w:r>
              <w:t xml:space="preserve">предметов. Предметы, </w:t>
            </w:r>
            <w:r w:rsidRPr="0037405F">
              <w:t>обладающие или не обладающие указанным свойством</w:t>
            </w:r>
          </w:p>
        </w:tc>
        <w:tc>
          <w:tcPr>
            <w:tcW w:w="1025" w:type="dxa"/>
            <w:vMerge w:val="restart"/>
          </w:tcPr>
          <w:p w:rsidR="004D260B" w:rsidRPr="0037405F" w:rsidRDefault="004D260B" w:rsidP="00132169">
            <w:r>
              <w:t>5</w:t>
            </w:r>
          </w:p>
        </w:tc>
        <w:tc>
          <w:tcPr>
            <w:tcW w:w="5493" w:type="dxa"/>
            <w:gridSpan w:val="3"/>
          </w:tcPr>
          <w:p w:rsidR="004D260B" w:rsidRPr="00705802" w:rsidRDefault="004D260B" w:rsidP="00132169"/>
          <w:p w:rsidR="004D260B" w:rsidRPr="004B36F6" w:rsidRDefault="004D260B" w:rsidP="00132169">
            <w:r w:rsidRPr="00B052EA">
              <w:rPr>
                <w:i/>
              </w:rPr>
              <w:t>Сравнивать</w:t>
            </w:r>
            <w:r w:rsidRPr="0037405F">
              <w:t xml:space="preserve"> предметы с целью выявления в них сходств и различий.</w:t>
            </w:r>
          </w:p>
          <w:p w:rsidR="004D260B" w:rsidRPr="00705802" w:rsidRDefault="004D260B" w:rsidP="00132169">
            <w:r w:rsidRPr="00B052EA">
              <w:rPr>
                <w:i/>
              </w:rPr>
              <w:t>Выделять</w:t>
            </w:r>
            <w:r w:rsidRPr="0037405F">
              <w:t xml:space="preserve"> из множества предметов один или несколько предметов по заданному свойству</w:t>
            </w:r>
          </w:p>
        </w:tc>
      </w:tr>
      <w:tr w:rsidR="004D260B" w:rsidTr="007C1A21">
        <w:tc>
          <w:tcPr>
            <w:tcW w:w="646" w:type="dxa"/>
            <w:vMerge/>
            <w:tcBorders>
              <w:bottom w:val="nil"/>
            </w:tcBorders>
          </w:tcPr>
          <w:p w:rsidR="004D260B" w:rsidRDefault="004D260B" w:rsidP="00132169"/>
        </w:tc>
        <w:tc>
          <w:tcPr>
            <w:tcW w:w="2964" w:type="dxa"/>
            <w:vMerge/>
          </w:tcPr>
          <w:p w:rsidR="004D260B" w:rsidRDefault="004D260B" w:rsidP="00132169"/>
        </w:tc>
        <w:tc>
          <w:tcPr>
            <w:tcW w:w="5088" w:type="dxa"/>
          </w:tcPr>
          <w:p w:rsidR="004D260B" w:rsidRPr="00B052EA" w:rsidRDefault="004D260B" w:rsidP="00132169">
            <w:pPr>
              <w:rPr>
                <w:b/>
              </w:rPr>
            </w:pPr>
            <w:r w:rsidRPr="00B052EA">
              <w:rPr>
                <w:b/>
              </w:rPr>
              <w:t xml:space="preserve">Отношения между предметами, </w:t>
            </w:r>
            <w:r w:rsidRPr="00B052EA">
              <w:rPr>
                <w:b/>
              </w:rPr>
              <w:br/>
              <w:t>фигурами</w:t>
            </w:r>
          </w:p>
          <w:p w:rsidR="004D260B" w:rsidRPr="001559F6" w:rsidRDefault="004D260B" w:rsidP="00132169">
            <w:r>
              <w:t xml:space="preserve">Соотношение размеров предметов (фигур). </w:t>
            </w:r>
            <w:r w:rsidRPr="001559F6">
              <w:t>Понятия: больше, меньше, одинаковые по размерам; длиннее, короче, такой же длины (ширины, высоты)</w:t>
            </w:r>
          </w:p>
        </w:tc>
        <w:tc>
          <w:tcPr>
            <w:tcW w:w="1025" w:type="dxa"/>
            <w:vMerge/>
          </w:tcPr>
          <w:p w:rsidR="004D260B" w:rsidRPr="001559F6" w:rsidRDefault="004D260B" w:rsidP="00132169"/>
        </w:tc>
        <w:tc>
          <w:tcPr>
            <w:tcW w:w="5493" w:type="dxa"/>
            <w:gridSpan w:val="3"/>
          </w:tcPr>
          <w:p w:rsidR="004D260B" w:rsidRPr="00705802" w:rsidRDefault="004D260B" w:rsidP="00132169"/>
          <w:p w:rsidR="004D260B" w:rsidRPr="00B052EA" w:rsidRDefault="004D260B" w:rsidP="00132169">
            <w:pPr>
              <w:rPr>
                <w:i/>
              </w:rPr>
            </w:pPr>
          </w:p>
          <w:p w:rsidR="004D260B" w:rsidRPr="000C504D" w:rsidRDefault="004D260B" w:rsidP="00132169">
            <w:r w:rsidRPr="00B052EA">
              <w:rPr>
                <w:i/>
              </w:rPr>
              <w:t>Сравнивать</w:t>
            </w:r>
            <w:r>
              <w:t xml:space="preserve"> (визуально) предметы или геометрические фигуры по</w:t>
            </w:r>
            <w:r w:rsidRPr="00575FE6">
              <w:t xml:space="preserve"> </w:t>
            </w:r>
            <w:r>
              <w:t>размерам.</w:t>
            </w:r>
            <w:r w:rsidRPr="00575FE6">
              <w:t xml:space="preserve"> </w:t>
            </w:r>
          </w:p>
          <w:p w:rsidR="004D260B" w:rsidRPr="00705802" w:rsidRDefault="004D260B" w:rsidP="00132169">
            <w:r w:rsidRPr="00B052EA">
              <w:rPr>
                <w:i/>
              </w:rPr>
              <w:t>Упорядочивать</w:t>
            </w:r>
            <w:r>
              <w:t xml:space="preserve"> (располагать) </w:t>
            </w:r>
            <w:r w:rsidRPr="001559F6">
              <w:t>пре</w:t>
            </w:r>
            <w:r>
              <w:t xml:space="preserve">дметы по высоте, длине, ширине </w:t>
            </w:r>
            <w:r w:rsidRPr="001559F6">
              <w:t>в пор</w:t>
            </w:r>
            <w:r>
              <w:t>ядке увеличения или уменьшения.</w:t>
            </w:r>
          </w:p>
          <w:p w:rsidR="004D260B" w:rsidRPr="00575FE6" w:rsidRDefault="004D260B" w:rsidP="00132169">
            <w:r w:rsidRPr="00B052EA">
              <w:rPr>
                <w:i/>
              </w:rPr>
              <w:t>Изменять</w:t>
            </w:r>
            <w:r w:rsidRPr="001559F6">
              <w:t xml:space="preserve"> размеры фигур при сохранении других признаков </w:t>
            </w:r>
          </w:p>
        </w:tc>
      </w:tr>
      <w:tr w:rsidR="004D260B" w:rsidTr="007C1A21">
        <w:tc>
          <w:tcPr>
            <w:tcW w:w="646" w:type="dxa"/>
            <w:vMerge/>
          </w:tcPr>
          <w:p w:rsidR="004D260B" w:rsidRPr="0037405F" w:rsidRDefault="004D260B" w:rsidP="00132169"/>
        </w:tc>
        <w:tc>
          <w:tcPr>
            <w:tcW w:w="2964" w:type="dxa"/>
            <w:vMerge/>
          </w:tcPr>
          <w:p w:rsidR="004D260B" w:rsidRPr="0037405F" w:rsidRDefault="004D260B" w:rsidP="00132169"/>
        </w:tc>
        <w:tc>
          <w:tcPr>
            <w:tcW w:w="5088" w:type="dxa"/>
          </w:tcPr>
          <w:p w:rsidR="004D260B" w:rsidRPr="00B052EA" w:rsidRDefault="004D260B" w:rsidP="00132169">
            <w:pPr>
              <w:rPr>
                <w:b/>
              </w:rPr>
            </w:pPr>
            <w:r w:rsidRPr="00B052EA">
              <w:rPr>
                <w:b/>
              </w:rPr>
              <w:t>Отношения между множествами предметов</w:t>
            </w:r>
          </w:p>
          <w:p w:rsidR="004D260B" w:rsidRPr="00705802" w:rsidRDefault="004D260B" w:rsidP="00132169">
            <w:r w:rsidRPr="001559F6">
              <w:t>Соотношения множеств предметов по их численностям. Понятия: больше, меньше, столько же, поровну (предметов); больше, меньше (на несколько предметов).</w:t>
            </w:r>
          </w:p>
          <w:p w:rsidR="004D260B" w:rsidRPr="00705802" w:rsidRDefault="004D260B" w:rsidP="00132169"/>
          <w:p w:rsidR="004D260B" w:rsidRPr="00705802" w:rsidRDefault="004D260B" w:rsidP="00132169"/>
          <w:p w:rsidR="004D260B" w:rsidRPr="00705802" w:rsidRDefault="004D260B" w:rsidP="00132169"/>
          <w:p w:rsidR="004D260B" w:rsidRPr="00705802" w:rsidRDefault="004D260B" w:rsidP="00132169"/>
          <w:p w:rsidR="004D260B" w:rsidRDefault="004D260B" w:rsidP="00B052EA">
            <w:pPr>
              <w:spacing w:after="200" w:line="288" w:lineRule="auto"/>
            </w:pPr>
            <w:r w:rsidRPr="001559F6">
              <w:t>Графы отношений «больше», «меньше» на множестве целых неотрицательных чисел</w:t>
            </w:r>
          </w:p>
        </w:tc>
        <w:tc>
          <w:tcPr>
            <w:tcW w:w="1025" w:type="dxa"/>
            <w:tcBorders>
              <w:top w:val="nil"/>
            </w:tcBorders>
          </w:tcPr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</w:p>
          <w:p w:rsidR="004D260B" w:rsidRPr="001559F6" w:rsidRDefault="004D260B" w:rsidP="00132169"/>
        </w:tc>
        <w:tc>
          <w:tcPr>
            <w:tcW w:w="5493" w:type="dxa"/>
            <w:gridSpan w:val="3"/>
          </w:tcPr>
          <w:p w:rsidR="004D260B" w:rsidRPr="00575FE6" w:rsidRDefault="004D260B" w:rsidP="00132169"/>
          <w:p w:rsidR="004D260B" w:rsidRPr="00575FE6" w:rsidRDefault="004D260B" w:rsidP="00132169"/>
          <w:p w:rsidR="004D260B" w:rsidRPr="00575FE6" w:rsidRDefault="004D260B" w:rsidP="00132169">
            <w:r w:rsidRPr="00B052EA">
              <w:rPr>
                <w:i/>
              </w:rPr>
              <w:t>Сравнивать</w:t>
            </w:r>
            <w:r>
              <w:t xml:space="preserve"> два множества предметов </w:t>
            </w:r>
            <w:r w:rsidRPr="001559F6">
              <w:t xml:space="preserve">по их </w:t>
            </w:r>
            <w:r>
              <w:t>численностям путём составления пар.</w:t>
            </w:r>
          </w:p>
          <w:p w:rsidR="004D260B" w:rsidRPr="00575FE6" w:rsidRDefault="004D260B" w:rsidP="00132169">
            <w:r w:rsidRPr="00B052EA">
              <w:rPr>
                <w:i/>
              </w:rPr>
              <w:t>Характеризовать</w:t>
            </w:r>
            <w:r w:rsidRPr="001559F6">
              <w:t xml:space="preserve"> результат сравнения словами: больше, чем; меньше, чем; ст</w:t>
            </w:r>
            <w:r>
              <w:t>олько же; больше на; меньше на.</w:t>
            </w:r>
          </w:p>
          <w:p w:rsidR="004D260B" w:rsidRPr="00575FE6" w:rsidRDefault="004D260B" w:rsidP="00132169">
            <w:r w:rsidRPr="00B052EA">
              <w:rPr>
                <w:i/>
              </w:rPr>
              <w:t>Упорядочивать</w:t>
            </w:r>
            <w:r w:rsidRPr="001559F6">
              <w:t xml:space="preserve"> данное множество чисел (располагать числа в поря</w:t>
            </w:r>
            <w:r>
              <w:t>дке увеличения или уменьшения).</w:t>
            </w:r>
          </w:p>
          <w:p w:rsidR="004D260B" w:rsidRPr="00575FE6" w:rsidRDefault="004D260B" w:rsidP="00132169">
            <w:r w:rsidRPr="00B052EA">
              <w:rPr>
                <w:i/>
              </w:rPr>
              <w:t>Называть</w:t>
            </w:r>
            <w:r w:rsidRPr="001559F6">
              <w:t xml:space="preserve"> число, которое на несколько единиц бо</w:t>
            </w:r>
            <w:r>
              <w:t>льше или меньше данного числа.</w:t>
            </w:r>
          </w:p>
          <w:p w:rsidR="004D260B" w:rsidRPr="00575FE6" w:rsidRDefault="004D260B" w:rsidP="00132169">
            <w:r w:rsidRPr="00B052EA">
              <w:rPr>
                <w:i/>
              </w:rPr>
              <w:t>Выявлять</w:t>
            </w:r>
            <w:r w:rsidRPr="001559F6">
              <w:t xml:space="preserve"> закономерности в расположении ч</w:t>
            </w:r>
            <w:r>
              <w:t xml:space="preserve">исел и решать обратную задачу: </w:t>
            </w:r>
            <w:r w:rsidRPr="001559F6">
              <w:t>соста</w:t>
            </w:r>
            <w:r>
              <w:t xml:space="preserve">влять последовательность чисел </w:t>
            </w:r>
            <w:r w:rsidRPr="001559F6">
              <w:t>по заданном</w:t>
            </w:r>
            <w:r>
              <w:t xml:space="preserve">у правилу. </w:t>
            </w:r>
          </w:p>
          <w:p w:rsidR="004D260B" w:rsidRPr="00575FE6" w:rsidRDefault="004D260B" w:rsidP="00132169">
            <w:r w:rsidRPr="00B052EA">
              <w:rPr>
                <w:i/>
              </w:rPr>
              <w:t>Моделировать</w:t>
            </w:r>
            <w:r>
              <w:t xml:space="preserve">: использовать готовую </w:t>
            </w:r>
            <w:r w:rsidRPr="001559F6">
              <w:t>моде</w:t>
            </w:r>
            <w:r>
              <w:t xml:space="preserve">ль (граф с цветными стрелками) </w:t>
            </w:r>
            <w:r w:rsidRPr="001559F6">
              <w:t>в целях выявления отношений, в которых находятся данные числа, либо строить модель самостоятельно для выражения результатов сравнения чисел</w:t>
            </w:r>
          </w:p>
        </w:tc>
      </w:tr>
      <w:tr w:rsidR="004D260B" w:rsidTr="007C1A21">
        <w:trPr>
          <w:trHeight w:val="4281"/>
        </w:trPr>
        <w:tc>
          <w:tcPr>
            <w:tcW w:w="646" w:type="dxa"/>
          </w:tcPr>
          <w:p w:rsidR="004D260B" w:rsidRPr="0095242C" w:rsidRDefault="004D260B" w:rsidP="00132169">
            <w:r>
              <w:t>2.</w:t>
            </w:r>
          </w:p>
        </w:tc>
        <w:tc>
          <w:tcPr>
            <w:tcW w:w="2964" w:type="dxa"/>
          </w:tcPr>
          <w:p w:rsidR="004D260B" w:rsidRPr="00B052EA" w:rsidRDefault="004D260B" w:rsidP="00132169">
            <w:pPr>
              <w:rPr>
                <w:b/>
              </w:rPr>
            </w:pPr>
            <w:r w:rsidRPr="00B052EA">
              <w:rPr>
                <w:b/>
              </w:rPr>
              <w:t>Число и счёт</w:t>
            </w:r>
          </w:p>
        </w:tc>
        <w:tc>
          <w:tcPr>
            <w:tcW w:w="5088" w:type="dxa"/>
          </w:tcPr>
          <w:p w:rsidR="004D260B" w:rsidRPr="00B052EA" w:rsidRDefault="004D260B" w:rsidP="00132169">
            <w:pPr>
              <w:rPr>
                <w:b/>
              </w:rPr>
            </w:pPr>
            <w:r w:rsidRPr="00B052EA">
              <w:rPr>
                <w:b/>
              </w:rPr>
              <w:t>Натуральные числа. Нуль</w:t>
            </w:r>
          </w:p>
          <w:p w:rsidR="004D260B" w:rsidRPr="00705802" w:rsidRDefault="004D260B" w:rsidP="00132169">
            <w:r w:rsidRPr="0095242C">
              <w:t>Названия и послед</w:t>
            </w:r>
            <w:r>
              <w:t xml:space="preserve">овательность натуральных чисел от 1 до 20. </w:t>
            </w:r>
            <w:r w:rsidRPr="0095242C">
              <w:t>Число предметов в множестве. Пересчитывание предметов. Число и цифра. Запись результат</w:t>
            </w:r>
            <w:r>
              <w:t>ов пересчёта предметов цифрами.</w:t>
            </w:r>
          </w:p>
          <w:p w:rsidR="004D260B" w:rsidRPr="00705802" w:rsidRDefault="004D260B" w:rsidP="00132169">
            <w:r w:rsidRPr="0095242C">
              <w:t xml:space="preserve">Число и цифра 0 (нуль). </w:t>
            </w:r>
          </w:p>
          <w:p w:rsidR="004D260B" w:rsidRPr="00705802" w:rsidRDefault="004D260B" w:rsidP="00132169"/>
          <w:p w:rsidR="004D260B" w:rsidRPr="00705802" w:rsidRDefault="004D260B" w:rsidP="00132169"/>
          <w:p w:rsidR="004D260B" w:rsidRPr="0095242C" w:rsidRDefault="004D260B" w:rsidP="00132169">
            <w:r>
              <w:t xml:space="preserve">Расположение чисел от 0 </w:t>
            </w:r>
            <w:r w:rsidRPr="0095242C">
              <w:t>д</w:t>
            </w:r>
            <w:r>
              <w:t>о 20 на шкале линейки.</w:t>
            </w:r>
          </w:p>
          <w:p w:rsidR="004D260B" w:rsidRPr="0095242C" w:rsidRDefault="004D260B" w:rsidP="00132169">
            <w:r w:rsidRPr="0095242C">
              <w:t>Сравнение чисел. Понятия: больше, меньше, равно; больше, меньше (на несколько единиц)</w:t>
            </w:r>
          </w:p>
        </w:tc>
        <w:tc>
          <w:tcPr>
            <w:tcW w:w="1025" w:type="dxa"/>
          </w:tcPr>
          <w:p w:rsidR="004D260B" w:rsidRPr="0095242C" w:rsidRDefault="004D260B" w:rsidP="00132169">
            <w:r>
              <w:t>4</w:t>
            </w:r>
          </w:p>
        </w:tc>
        <w:tc>
          <w:tcPr>
            <w:tcW w:w="5493" w:type="dxa"/>
            <w:gridSpan w:val="3"/>
          </w:tcPr>
          <w:p w:rsidR="004D260B" w:rsidRPr="00705802" w:rsidRDefault="004D260B" w:rsidP="00132169"/>
          <w:p w:rsidR="004D260B" w:rsidRPr="0095242C" w:rsidRDefault="004D260B" w:rsidP="00132169">
            <w:r w:rsidRPr="00B052EA">
              <w:rPr>
                <w:i/>
              </w:rPr>
              <w:t>Называть</w:t>
            </w:r>
            <w:r w:rsidRPr="0095242C">
              <w:t xml:space="preserve"> числа от 1 до 20 </w:t>
            </w:r>
            <w:r>
              <w:t xml:space="preserve">в прямом и в обратном порядке. </w:t>
            </w:r>
            <w:r w:rsidRPr="00B052EA">
              <w:rPr>
                <w:i/>
              </w:rPr>
              <w:t>Пересчитывать</w:t>
            </w:r>
            <w:r>
              <w:t xml:space="preserve"> предметы, выражать числами получаемые результаты. </w:t>
            </w:r>
          </w:p>
          <w:p w:rsidR="004D260B" w:rsidRPr="0095242C" w:rsidRDefault="004D260B" w:rsidP="00132169">
            <w:r w:rsidRPr="00B052EA">
              <w:rPr>
                <w:i/>
              </w:rPr>
              <w:t>Различать</w:t>
            </w:r>
            <w:r>
              <w:t xml:space="preserve"> понятия «число» и «цифра».</w:t>
            </w:r>
          </w:p>
          <w:p w:rsidR="004D260B" w:rsidRPr="0095242C" w:rsidRDefault="004D260B" w:rsidP="00132169">
            <w:r w:rsidRPr="00B052EA">
              <w:rPr>
                <w:i/>
              </w:rPr>
              <w:t>Устанавливать</w:t>
            </w:r>
            <w:r>
              <w:t xml:space="preserve"> соответствие между </w:t>
            </w:r>
            <w:r w:rsidRPr="0095242C">
              <w:t>числом и множеством предметов, а также между</w:t>
            </w:r>
            <w:r>
              <w:t xml:space="preserve"> множеством предметов и числом.</w:t>
            </w:r>
          </w:p>
          <w:p w:rsidR="004D260B" w:rsidRPr="0095242C" w:rsidRDefault="004D260B" w:rsidP="00132169">
            <w:r w:rsidRPr="00B052EA">
              <w:rPr>
                <w:i/>
              </w:rPr>
              <w:t>Моделировать</w:t>
            </w:r>
            <w:r w:rsidRPr="0095242C">
              <w:t xml:space="preserve"> соответству</w:t>
            </w:r>
            <w:r>
              <w:t xml:space="preserve">ющую ситуацию с помощью фишек. </w:t>
            </w:r>
          </w:p>
          <w:p w:rsidR="004D260B" w:rsidRPr="0095242C" w:rsidRDefault="004D260B" w:rsidP="00132169">
            <w:r w:rsidRPr="00B052EA">
              <w:rPr>
                <w:i/>
              </w:rPr>
              <w:t>Характеризовать</w:t>
            </w:r>
            <w:r>
              <w:t xml:space="preserve"> расположение чисел </w:t>
            </w:r>
            <w:r w:rsidRPr="0095242C">
              <w:t>на шкале линейки (ле</w:t>
            </w:r>
            <w:r>
              <w:t xml:space="preserve">вее, правее, между). </w:t>
            </w:r>
          </w:p>
          <w:p w:rsidR="004D260B" w:rsidRPr="0095242C" w:rsidRDefault="004D260B" w:rsidP="00132169">
            <w:r w:rsidRPr="00B052EA">
              <w:rPr>
                <w:i/>
              </w:rPr>
              <w:t>Сравнивать</w:t>
            </w:r>
            <w:r>
              <w:t xml:space="preserve"> числа разными способами </w:t>
            </w:r>
            <w:r w:rsidRPr="0095242C">
              <w:t>(с по</w:t>
            </w:r>
            <w:r>
              <w:t xml:space="preserve">мощью шкалы линейки, на основе </w:t>
            </w:r>
            <w:r w:rsidRPr="0095242C">
              <w:t>счёта)</w:t>
            </w:r>
          </w:p>
        </w:tc>
      </w:tr>
      <w:tr w:rsidR="004D260B" w:rsidTr="007C1A21">
        <w:tc>
          <w:tcPr>
            <w:tcW w:w="646" w:type="dxa"/>
          </w:tcPr>
          <w:p w:rsidR="004D260B" w:rsidRDefault="004D260B" w:rsidP="00132169">
            <w:r>
              <w:t>3.</w:t>
            </w:r>
          </w:p>
        </w:tc>
        <w:tc>
          <w:tcPr>
            <w:tcW w:w="2964" w:type="dxa"/>
          </w:tcPr>
          <w:p w:rsidR="004D260B" w:rsidRPr="00B052EA" w:rsidRDefault="004D260B" w:rsidP="00132169">
            <w:pPr>
              <w:rPr>
                <w:b/>
              </w:rPr>
            </w:pPr>
            <w:r w:rsidRPr="00B052EA">
              <w:rPr>
                <w:b/>
              </w:rPr>
              <w:t xml:space="preserve">Арифметические действия </w:t>
            </w:r>
            <w:r w:rsidRPr="00B052EA">
              <w:rPr>
                <w:b/>
              </w:rPr>
              <w:br/>
              <w:t>и их свойства</w:t>
            </w:r>
          </w:p>
        </w:tc>
        <w:tc>
          <w:tcPr>
            <w:tcW w:w="5088" w:type="dxa"/>
          </w:tcPr>
          <w:p w:rsidR="004D260B" w:rsidRPr="00B052EA" w:rsidRDefault="004D260B" w:rsidP="00132169">
            <w:pPr>
              <w:rPr>
                <w:b/>
              </w:rPr>
            </w:pPr>
            <w:r w:rsidRPr="00B052EA">
              <w:rPr>
                <w:b/>
              </w:rPr>
              <w:t xml:space="preserve">Сложение, вычитание, умножение </w:t>
            </w:r>
            <w:r w:rsidRPr="00B052EA">
              <w:rPr>
                <w:b/>
              </w:rPr>
              <w:br/>
              <w:t>и деление в пределах 20</w:t>
            </w:r>
          </w:p>
          <w:p w:rsidR="004D260B" w:rsidRPr="0095242C" w:rsidRDefault="004D260B" w:rsidP="00132169">
            <w:r w:rsidRPr="0095242C">
              <w:t>Смысл сложения, в</w:t>
            </w:r>
            <w:r>
              <w:t xml:space="preserve">ычитания, умножения и деления. </w:t>
            </w:r>
          </w:p>
          <w:p w:rsidR="004D260B" w:rsidRPr="00705802" w:rsidRDefault="004D260B" w:rsidP="00132169">
            <w:r>
              <w:t xml:space="preserve">Практические способы выполнения действий. </w:t>
            </w:r>
          </w:p>
          <w:p w:rsidR="004D260B" w:rsidRDefault="004D260B" w:rsidP="00B052EA">
            <w:pPr>
              <w:spacing w:after="200" w:line="288" w:lineRule="auto"/>
            </w:pPr>
            <w:r w:rsidRPr="0095242C">
              <w:t>Запись результатов с использованием знаков =, +, –, ·, :. Названия результатов сложения (сумма) и вычитания (разность)</w:t>
            </w:r>
          </w:p>
        </w:tc>
        <w:tc>
          <w:tcPr>
            <w:tcW w:w="1025" w:type="dxa"/>
          </w:tcPr>
          <w:p w:rsidR="004D260B" w:rsidRDefault="004D260B" w:rsidP="00B052EA">
            <w:pPr>
              <w:spacing w:after="200" w:line="288" w:lineRule="auto"/>
            </w:pPr>
            <w:r>
              <w:t>11</w:t>
            </w:r>
          </w:p>
          <w:p w:rsidR="004D260B" w:rsidRDefault="004D260B" w:rsidP="00B052EA">
            <w:pPr>
              <w:spacing w:after="200" w:line="288" w:lineRule="auto"/>
            </w:pPr>
          </w:p>
          <w:p w:rsidR="004D260B" w:rsidRPr="00705802" w:rsidRDefault="004D260B" w:rsidP="00132169"/>
        </w:tc>
        <w:tc>
          <w:tcPr>
            <w:tcW w:w="5493" w:type="dxa"/>
            <w:gridSpan w:val="3"/>
            <w:tcBorders>
              <w:top w:val="nil"/>
            </w:tcBorders>
          </w:tcPr>
          <w:p w:rsidR="004D260B" w:rsidRPr="00B052EA" w:rsidRDefault="004D260B" w:rsidP="00132169">
            <w:pPr>
              <w:rPr>
                <w:i/>
              </w:rPr>
            </w:pPr>
          </w:p>
          <w:p w:rsidR="004D260B" w:rsidRPr="00B052EA" w:rsidRDefault="004D260B" w:rsidP="00132169">
            <w:pPr>
              <w:rPr>
                <w:i/>
              </w:rPr>
            </w:pPr>
          </w:p>
          <w:p w:rsidR="004D260B" w:rsidRPr="0095242C" w:rsidRDefault="004D260B" w:rsidP="00132169">
            <w:r w:rsidRPr="00B052EA">
              <w:rPr>
                <w:i/>
              </w:rPr>
              <w:t>Моделировать</w:t>
            </w:r>
            <w:r w:rsidRPr="0095242C">
              <w:t xml:space="preserve"> ситуации, иллюстри</w:t>
            </w:r>
            <w:r>
              <w:t>рующие арифметические действия.</w:t>
            </w:r>
          </w:p>
          <w:p w:rsidR="004D260B" w:rsidRPr="000A0B72" w:rsidRDefault="004D260B" w:rsidP="00132169">
            <w:r w:rsidRPr="00B052EA">
              <w:rPr>
                <w:i/>
              </w:rPr>
              <w:t>Воспроизводить</w:t>
            </w:r>
            <w:r>
              <w:t xml:space="preserve"> способы выполнения </w:t>
            </w:r>
            <w:r w:rsidRPr="0095242C">
              <w:t xml:space="preserve">арифметических действий с опорой на модели (фишки, шкала линейки). </w:t>
            </w:r>
            <w:r w:rsidRPr="00B052EA">
              <w:rPr>
                <w:i/>
              </w:rPr>
              <w:t>Различать</w:t>
            </w:r>
            <w:r>
              <w:t xml:space="preserve"> знаки арифметических действий.</w:t>
            </w:r>
          </w:p>
          <w:p w:rsidR="004D260B" w:rsidRPr="000A0B72" w:rsidRDefault="004D260B" w:rsidP="00132169">
            <w:r w:rsidRPr="0095242C">
              <w:t xml:space="preserve">Использовать соответствующие знаково-символические средства для </w:t>
            </w:r>
            <w:r>
              <w:t>записи арифметических действий.</w:t>
            </w:r>
          </w:p>
          <w:p w:rsidR="004D260B" w:rsidRPr="000A0B72" w:rsidRDefault="004D260B" w:rsidP="00132169">
            <w:r w:rsidRPr="00B052EA">
              <w:rPr>
                <w:i/>
              </w:rPr>
              <w:t>Уравнивать</w:t>
            </w:r>
            <w:r w:rsidRPr="0095242C">
              <w:t xml:space="preserve"> множества по числу предметов; дополнять множеств</w:t>
            </w:r>
            <w:r>
              <w:t>о до заданного числа элементов.</w:t>
            </w:r>
          </w:p>
          <w:p w:rsidR="004D260B" w:rsidRPr="000A0B72" w:rsidRDefault="004D260B" w:rsidP="00132169">
            <w:r w:rsidRPr="00B052EA">
              <w:rPr>
                <w:i/>
              </w:rPr>
              <w:t>Моделировать</w:t>
            </w:r>
            <w:r>
              <w:t xml:space="preserve"> соответствующие ситуации </w:t>
            </w:r>
            <w:r w:rsidRPr="0095242C">
              <w:t>с помощью фишек</w:t>
            </w:r>
          </w:p>
        </w:tc>
      </w:tr>
      <w:tr w:rsidR="004D260B" w:rsidTr="007C1A21">
        <w:tc>
          <w:tcPr>
            <w:tcW w:w="646" w:type="dxa"/>
            <w:vMerge w:val="restart"/>
            <w:tcBorders>
              <w:top w:val="nil"/>
            </w:tcBorders>
          </w:tcPr>
          <w:p w:rsidR="004D260B" w:rsidRPr="0095242C" w:rsidRDefault="004D260B" w:rsidP="00132169">
            <w:r>
              <w:t>4.</w:t>
            </w:r>
          </w:p>
        </w:tc>
        <w:tc>
          <w:tcPr>
            <w:tcW w:w="2964" w:type="dxa"/>
            <w:vMerge w:val="restart"/>
            <w:tcBorders>
              <w:top w:val="nil"/>
            </w:tcBorders>
          </w:tcPr>
          <w:p w:rsidR="004D260B" w:rsidRPr="00B052EA" w:rsidRDefault="004D260B" w:rsidP="00132169">
            <w:pPr>
              <w:rPr>
                <w:b/>
              </w:rPr>
            </w:pPr>
            <w:r w:rsidRPr="00B052EA">
              <w:rPr>
                <w:b/>
              </w:rPr>
              <w:t>Число и счёт</w:t>
            </w:r>
          </w:p>
        </w:tc>
        <w:tc>
          <w:tcPr>
            <w:tcW w:w="5088" w:type="dxa"/>
            <w:tcBorders>
              <w:top w:val="nil"/>
            </w:tcBorders>
          </w:tcPr>
          <w:p w:rsidR="004D260B" w:rsidRPr="00B052EA" w:rsidRDefault="004D260B" w:rsidP="00132169">
            <w:pPr>
              <w:rPr>
                <w:b/>
              </w:rPr>
            </w:pPr>
            <w:r w:rsidRPr="00B052EA">
              <w:rPr>
                <w:b/>
              </w:rPr>
              <w:t xml:space="preserve">Сложение и вычитание </w:t>
            </w:r>
            <w:r w:rsidRPr="00B052EA">
              <w:rPr>
                <w:b/>
              </w:rPr>
              <w:br/>
              <w:t xml:space="preserve">(умножение и деление) как взаимно обратные действия </w:t>
            </w:r>
          </w:p>
          <w:p w:rsidR="004D260B" w:rsidRPr="000C504D" w:rsidRDefault="004D260B" w:rsidP="00132169">
            <w:r>
              <w:t xml:space="preserve">Приёмы сложения и вычитания в случаях вида 10 + 8, </w:t>
            </w:r>
            <w:r w:rsidRPr="0095242C">
              <w:t>18 – 8, 13 – 10.</w:t>
            </w:r>
          </w:p>
          <w:p w:rsidR="004D260B" w:rsidRPr="000C504D" w:rsidRDefault="004D260B" w:rsidP="00132169"/>
          <w:p w:rsidR="004D260B" w:rsidRPr="000C504D" w:rsidRDefault="004D260B" w:rsidP="00132169"/>
          <w:p w:rsidR="004D260B" w:rsidRPr="000A0B72" w:rsidRDefault="004D260B" w:rsidP="00132169">
            <w:r w:rsidRPr="0095242C">
              <w:t>Таблица сложения од</w:t>
            </w:r>
            <w:r>
              <w:t xml:space="preserve">нозначных чисел в пределах 20; </w:t>
            </w:r>
            <w:r w:rsidRPr="0095242C">
              <w:t>соот</w:t>
            </w:r>
            <w:r>
              <w:t>ветствующие случаи вычитания.</w:t>
            </w:r>
          </w:p>
          <w:p w:rsidR="004D260B" w:rsidRPr="000A0B72" w:rsidRDefault="004D260B" w:rsidP="00132169">
            <w:r w:rsidRPr="0095242C">
              <w:t>Приёмы вычисления сум</w:t>
            </w:r>
            <w:r>
              <w:t xml:space="preserve">мы и разности: с помощью шкалы линейки; прибавление и вычитание числа по </w:t>
            </w:r>
            <w:r w:rsidRPr="0095242C">
              <w:t>частям, вычитан</w:t>
            </w:r>
            <w:r>
              <w:t xml:space="preserve">ие с помощью таблицы сложения. </w:t>
            </w:r>
          </w:p>
          <w:p w:rsidR="004D260B" w:rsidRPr="000A0B72" w:rsidRDefault="004D260B" w:rsidP="00132169">
            <w:r>
              <w:t xml:space="preserve">Правило сравнения чисел с помощью вычитания. </w:t>
            </w:r>
          </w:p>
          <w:p w:rsidR="004D260B" w:rsidRDefault="004D260B" w:rsidP="00B052EA">
            <w:pPr>
              <w:spacing w:after="200" w:line="288" w:lineRule="auto"/>
            </w:pPr>
            <w:r w:rsidRPr="0095242C">
              <w:t>Увеличение и уменьшение числа на несколько единиц</w:t>
            </w:r>
          </w:p>
        </w:tc>
        <w:tc>
          <w:tcPr>
            <w:tcW w:w="1025" w:type="dxa"/>
            <w:tcBorders>
              <w:top w:val="nil"/>
            </w:tcBorders>
          </w:tcPr>
          <w:p w:rsidR="004D260B" w:rsidRDefault="004D260B" w:rsidP="00B052EA">
            <w:pPr>
              <w:spacing w:after="200" w:line="288" w:lineRule="auto"/>
            </w:pPr>
            <w:r>
              <w:t xml:space="preserve"> 80</w:t>
            </w:r>
          </w:p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</w:p>
          <w:p w:rsidR="004D260B" w:rsidRPr="0095242C" w:rsidRDefault="004D260B" w:rsidP="00012448"/>
        </w:tc>
        <w:tc>
          <w:tcPr>
            <w:tcW w:w="5493" w:type="dxa"/>
            <w:gridSpan w:val="3"/>
          </w:tcPr>
          <w:p w:rsidR="004D260B" w:rsidRPr="00B052EA" w:rsidRDefault="004D260B" w:rsidP="00132169">
            <w:pPr>
              <w:rPr>
                <w:i/>
              </w:rPr>
            </w:pPr>
          </w:p>
          <w:p w:rsidR="004D260B" w:rsidRPr="00B052EA" w:rsidRDefault="004D260B" w:rsidP="00132169">
            <w:pPr>
              <w:rPr>
                <w:i/>
              </w:rPr>
            </w:pPr>
          </w:p>
          <w:p w:rsidR="004D260B" w:rsidRPr="00B052EA" w:rsidRDefault="004D260B" w:rsidP="00132169">
            <w:pPr>
              <w:rPr>
                <w:i/>
              </w:rPr>
            </w:pPr>
          </w:p>
          <w:p w:rsidR="004D260B" w:rsidRPr="000A0B72" w:rsidRDefault="004D260B" w:rsidP="00132169">
            <w:r w:rsidRPr="00B052EA">
              <w:rPr>
                <w:i/>
              </w:rPr>
              <w:t>Моделировать</w:t>
            </w:r>
            <w:r w:rsidRPr="0095242C">
              <w:t xml:space="preserve"> зависимость ме</w:t>
            </w:r>
            <w:r>
              <w:t>жду арифметическими действиями.</w:t>
            </w:r>
          </w:p>
          <w:p w:rsidR="004D260B" w:rsidRPr="000A0B72" w:rsidRDefault="004D260B" w:rsidP="00132169">
            <w:r w:rsidRPr="00B052EA">
              <w:rPr>
                <w:i/>
              </w:rPr>
              <w:t>Использовать</w:t>
            </w:r>
            <w:r w:rsidRPr="0095242C">
              <w:t xml:space="preserve"> знание десятичного состава двузначных ч</w:t>
            </w:r>
            <w:r>
              <w:t>исел при выполнении вычислений.</w:t>
            </w:r>
          </w:p>
          <w:p w:rsidR="004D260B" w:rsidRPr="000A0B72" w:rsidRDefault="004D260B" w:rsidP="00132169">
            <w:r w:rsidRPr="00B052EA">
              <w:rPr>
                <w:i/>
              </w:rPr>
              <w:t>Воспроизводить</w:t>
            </w:r>
            <w:r w:rsidRPr="0095242C">
              <w:t xml:space="preserve"> по памяти результаты табличного сложения двух любых однозначных чисел, а также результаты табличного вычитани</w:t>
            </w:r>
            <w:r>
              <w:t xml:space="preserve">я. </w:t>
            </w:r>
          </w:p>
          <w:p w:rsidR="004D260B" w:rsidRPr="000A0B72" w:rsidRDefault="004D260B" w:rsidP="00132169">
            <w:r w:rsidRPr="00B052EA">
              <w:rPr>
                <w:i/>
              </w:rPr>
              <w:t>Сравнивать</w:t>
            </w:r>
            <w:r w:rsidRPr="0095242C">
              <w:t xml:space="preserve"> разные приёмы вычислений, выбирать удобные способы для вы</w:t>
            </w:r>
            <w:r>
              <w:t>полнения конкретных вычислений.</w:t>
            </w:r>
          </w:p>
          <w:p w:rsidR="004D260B" w:rsidRPr="000A0B72" w:rsidRDefault="004D260B" w:rsidP="00132169">
            <w:r w:rsidRPr="00B052EA">
              <w:rPr>
                <w:i/>
              </w:rPr>
              <w:t>Контролировать</w:t>
            </w:r>
            <w:r w:rsidRPr="0095242C">
              <w:t xml:space="preserve"> свою деятельность: обнаруживать и ис</w:t>
            </w:r>
            <w:r>
              <w:t>правлять вычислительные ошибки.</w:t>
            </w:r>
          </w:p>
          <w:p w:rsidR="004D260B" w:rsidRPr="000A0B72" w:rsidRDefault="004D260B" w:rsidP="00132169">
            <w:r w:rsidRPr="00B052EA">
              <w:rPr>
                <w:i/>
              </w:rPr>
              <w:t>Формулировать</w:t>
            </w:r>
            <w:r w:rsidRPr="0095242C">
              <w:t xml:space="preserve"> правило сравнения чисел с помощью вычитания и использов</w:t>
            </w:r>
            <w:r>
              <w:t xml:space="preserve">ать его при вычислениях. </w:t>
            </w:r>
          </w:p>
          <w:p w:rsidR="004D260B" w:rsidRPr="000A0B72" w:rsidRDefault="004D260B" w:rsidP="00132169">
            <w:r w:rsidRPr="00B052EA">
              <w:rPr>
                <w:i/>
              </w:rPr>
              <w:t>Выбирать</w:t>
            </w:r>
            <w:r w:rsidRPr="0095242C">
              <w:t xml:space="preserve"> необходимое арифметическое действие для решения практических задач на увеличение или уменьшение данного числа на несколько единиц</w:t>
            </w:r>
          </w:p>
        </w:tc>
      </w:tr>
      <w:tr w:rsidR="004D260B" w:rsidTr="007C1A21">
        <w:trPr>
          <w:gridAfter w:val="1"/>
          <w:wAfter w:w="12" w:type="dxa"/>
        </w:trPr>
        <w:tc>
          <w:tcPr>
            <w:tcW w:w="646" w:type="dxa"/>
            <w:vMerge/>
            <w:tcBorders>
              <w:top w:val="nil"/>
            </w:tcBorders>
          </w:tcPr>
          <w:p w:rsidR="004D260B" w:rsidRPr="0037405F" w:rsidRDefault="004D260B" w:rsidP="00132169"/>
        </w:tc>
        <w:tc>
          <w:tcPr>
            <w:tcW w:w="2964" w:type="dxa"/>
            <w:vMerge/>
            <w:tcBorders>
              <w:top w:val="nil"/>
            </w:tcBorders>
          </w:tcPr>
          <w:p w:rsidR="004D260B" w:rsidRPr="0037405F" w:rsidRDefault="004D260B" w:rsidP="00132169"/>
        </w:tc>
        <w:tc>
          <w:tcPr>
            <w:tcW w:w="5088" w:type="dxa"/>
          </w:tcPr>
          <w:p w:rsidR="004D260B" w:rsidRPr="00B052EA" w:rsidRDefault="004D260B" w:rsidP="00132169">
            <w:pPr>
              <w:rPr>
                <w:b/>
              </w:rPr>
            </w:pPr>
            <w:r w:rsidRPr="00B052EA">
              <w:rPr>
                <w:b/>
              </w:rPr>
              <w:t>Свойства сложения и вычитания</w:t>
            </w:r>
          </w:p>
          <w:p w:rsidR="004D260B" w:rsidRPr="00D85014" w:rsidRDefault="004D260B" w:rsidP="00132169">
            <w:r>
              <w:t xml:space="preserve">Сложение и вычитание </w:t>
            </w:r>
            <w:r w:rsidRPr="00C528DC">
              <w:t>с нулём. Свойство сложения: складывать дв</w:t>
            </w:r>
            <w:r>
              <w:t xml:space="preserve">а числа можно в любом порядке. </w:t>
            </w:r>
          </w:p>
          <w:p w:rsidR="004D260B" w:rsidRPr="00D85014" w:rsidRDefault="004D260B" w:rsidP="00132169">
            <w:r w:rsidRPr="00C528DC">
              <w:t>Свойства вычитания: из меньшего числа нельзя вычесть большее; разность дву</w:t>
            </w:r>
            <w:r>
              <w:t xml:space="preserve">х одинаковых чисел равна нулю. </w:t>
            </w:r>
          </w:p>
          <w:p w:rsidR="004D260B" w:rsidRPr="00C528DC" w:rsidRDefault="004D260B" w:rsidP="00132169">
            <w:r w:rsidRPr="00C528DC">
              <w:t>Порядок выполнения действий в составных выражениях со скобками</w:t>
            </w:r>
          </w:p>
        </w:tc>
        <w:tc>
          <w:tcPr>
            <w:tcW w:w="1025" w:type="dxa"/>
          </w:tcPr>
          <w:p w:rsidR="004D260B" w:rsidRPr="00C528DC" w:rsidRDefault="004D260B" w:rsidP="00132169"/>
        </w:tc>
        <w:tc>
          <w:tcPr>
            <w:tcW w:w="5481" w:type="dxa"/>
            <w:gridSpan w:val="2"/>
          </w:tcPr>
          <w:p w:rsidR="004D260B" w:rsidRPr="00D85014" w:rsidRDefault="004D260B" w:rsidP="00132169"/>
          <w:p w:rsidR="004D260B" w:rsidRPr="00D85014" w:rsidRDefault="004D260B" w:rsidP="00132169">
            <w:r w:rsidRPr="00B052EA">
              <w:rPr>
                <w:i/>
              </w:rPr>
              <w:t>Формулировать</w:t>
            </w:r>
            <w:r>
              <w:t xml:space="preserve"> изученные свойства </w:t>
            </w:r>
            <w:r w:rsidRPr="00C528DC">
              <w:t>сложе</w:t>
            </w:r>
            <w:r>
              <w:t xml:space="preserve">ния и вычитания и </w:t>
            </w:r>
            <w:r w:rsidRPr="00B052EA">
              <w:rPr>
                <w:i/>
              </w:rPr>
              <w:t>обосновывать</w:t>
            </w:r>
            <w:r>
              <w:t xml:space="preserve"> </w:t>
            </w:r>
            <w:r w:rsidRPr="00C528DC">
              <w:t>с</w:t>
            </w:r>
            <w:r>
              <w:t xml:space="preserve"> их помощью способы вычислений.</w:t>
            </w:r>
          </w:p>
          <w:p w:rsidR="004D260B" w:rsidRPr="00705802" w:rsidRDefault="004D260B" w:rsidP="00132169"/>
          <w:p w:rsidR="004D260B" w:rsidRPr="00705802" w:rsidRDefault="004D260B" w:rsidP="00132169"/>
          <w:p w:rsidR="004D260B" w:rsidRDefault="004D260B" w:rsidP="00132169"/>
          <w:p w:rsidR="004D260B" w:rsidRPr="000C504D" w:rsidRDefault="004D260B" w:rsidP="00132169"/>
          <w:p w:rsidR="004D260B" w:rsidRPr="00C528DC" w:rsidRDefault="004D260B" w:rsidP="00132169">
            <w:r w:rsidRPr="00B052EA">
              <w:rPr>
                <w:i/>
              </w:rPr>
              <w:t>Устанавливать</w:t>
            </w:r>
            <w:r w:rsidRPr="00C528DC">
              <w:t xml:space="preserve"> порядок выполнения действий в выражениях, содержащих два действия и скобки</w:t>
            </w:r>
          </w:p>
        </w:tc>
      </w:tr>
      <w:tr w:rsidR="004D260B" w:rsidTr="007C1A21">
        <w:trPr>
          <w:gridAfter w:val="1"/>
          <w:wAfter w:w="12" w:type="dxa"/>
        </w:trPr>
        <w:tc>
          <w:tcPr>
            <w:tcW w:w="651" w:type="dxa"/>
            <w:vMerge w:val="restart"/>
          </w:tcPr>
          <w:p w:rsidR="004D260B" w:rsidRPr="00A25508" w:rsidRDefault="004D260B" w:rsidP="00132169">
            <w:r>
              <w:t>5.</w:t>
            </w:r>
          </w:p>
        </w:tc>
        <w:tc>
          <w:tcPr>
            <w:tcW w:w="2964" w:type="dxa"/>
            <w:vMerge w:val="restart"/>
          </w:tcPr>
          <w:p w:rsidR="004D260B" w:rsidRPr="00B052EA" w:rsidRDefault="004D260B" w:rsidP="00132169">
            <w:pPr>
              <w:rPr>
                <w:b/>
              </w:rPr>
            </w:pPr>
            <w:r w:rsidRPr="00B052EA">
              <w:rPr>
                <w:b/>
              </w:rPr>
              <w:t>Величины</w:t>
            </w:r>
          </w:p>
        </w:tc>
        <w:tc>
          <w:tcPr>
            <w:tcW w:w="5088" w:type="dxa"/>
          </w:tcPr>
          <w:p w:rsidR="004D260B" w:rsidRPr="00B052EA" w:rsidRDefault="004D260B" w:rsidP="00132169">
            <w:pPr>
              <w:rPr>
                <w:b/>
              </w:rPr>
            </w:pPr>
            <w:r w:rsidRPr="00B052EA">
              <w:rPr>
                <w:b/>
              </w:rPr>
              <w:t>Цена, количество, стоимость товара</w:t>
            </w:r>
          </w:p>
          <w:p w:rsidR="004D260B" w:rsidRPr="00A25508" w:rsidRDefault="004D260B" w:rsidP="00132169">
            <w:r w:rsidRPr="00A25508">
              <w:t>Рубль. Монеты достоинством 1 р., 2 р., 5 р.</w:t>
            </w:r>
            <w:r>
              <w:t>, 10 р.</w:t>
            </w:r>
          </w:p>
          <w:p w:rsidR="004D260B" w:rsidRPr="00A25508" w:rsidRDefault="004D260B" w:rsidP="00132169">
            <w:r w:rsidRPr="00A25508">
              <w:t>Зависимость между величинами, характеризующими процесс купли-продажи. Вычисление стоимости по двум другим известным величинам (цене и количеству товара)</w:t>
            </w:r>
          </w:p>
        </w:tc>
        <w:tc>
          <w:tcPr>
            <w:tcW w:w="1025" w:type="dxa"/>
          </w:tcPr>
          <w:p w:rsidR="004D260B" w:rsidRPr="00A25508" w:rsidRDefault="004D260B" w:rsidP="00132169">
            <w:r>
              <w:t>3</w:t>
            </w:r>
          </w:p>
        </w:tc>
        <w:tc>
          <w:tcPr>
            <w:tcW w:w="5481" w:type="dxa"/>
            <w:gridSpan w:val="2"/>
          </w:tcPr>
          <w:p w:rsidR="004D260B" w:rsidRPr="00ED2642" w:rsidRDefault="004D260B" w:rsidP="00132169"/>
          <w:p w:rsidR="004D260B" w:rsidRPr="00A25508" w:rsidRDefault="004D260B" w:rsidP="00132169">
            <w:r w:rsidRPr="00B052EA">
              <w:rPr>
                <w:i/>
              </w:rPr>
              <w:t>Различать</w:t>
            </w:r>
            <w:r>
              <w:t xml:space="preserve"> монеты; цену и стоимость </w:t>
            </w:r>
            <w:r w:rsidRPr="00A25508">
              <w:t>товара</w:t>
            </w:r>
          </w:p>
          <w:p w:rsidR="004D260B" w:rsidRDefault="004D260B" w:rsidP="00B052EA">
            <w:pPr>
              <w:spacing w:after="200" w:line="288" w:lineRule="auto"/>
            </w:pPr>
          </w:p>
          <w:p w:rsidR="004D260B" w:rsidRPr="00A25508" w:rsidRDefault="004D260B" w:rsidP="00A43BD1"/>
        </w:tc>
      </w:tr>
      <w:tr w:rsidR="004D260B" w:rsidTr="007C1A21">
        <w:tc>
          <w:tcPr>
            <w:tcW w:w="651" w:type="dxa"/>
            <w:vMerge/>
          </w:tcPr>
          <w:p w:rsidR="004D260B" w:rsidRPr="00A25508" w:rsidRDefault="004D260B" w:rsidP="00132169"/>
        </w:tc>
        <w:tc>
          <w:tcPr>
            <w:tcW w:w="2964" w:type="dxa"/>
            <w:vMerge/>
          </w:tcPr>
          <w:p w:rsidR="004D260B" w:rsidRPr="00A25508" w:rsidRDefault="004D260B" w:rsidP="00132169"/>
        </w:tc>
        <w:tc>
          <w:tcPr>
            <w:tcW w:w="5088" w:type="dxa"/>
          </w:tcPr>
          <w:p w:rsidR="004D260B" w:rsidRPr="00B052EA" w:rsidRDefault="004D260B" w:rsidP="00132169">
            <w:pPr>
              <w:rPr>
                <w:b/>
              </w:rPr>
            </w:pPr>
            <w:r w:rsidRPr="00B052EA">
              <w:rPr>
                <w:b/>
              </w:rPr>
              <w:t>Геометрические величины</w:t>
            </w:r>
          </w:p>
          <w:p w:rsidR="004D260B" w:rsidRPr="00297ED7" w:rsidRDefault="004D260B" w:rsidP="00132169">
            <w:r w:rsidRPr="00A25508">
              <w:t>Длина и её единицы: сантиметр и дециметр. Обо</w:t>
            </w:r>
            <w:r>
              <w:t xml:space="preserve">значения: см, дм. Соотношение: </w:t>
            </w:r>
          </w:p>
          <w:p w:rsidR="004D260B" w:rsidRPr="00297ED7" w:rsidRDefault="004D260B" w:rsidP="00132169">
            <w:r w:rsidRPr="00A25508">
              <w:t xml:space="preserve">1 дм =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A25508">
                <w:t>10 см</w:t>
              </w:r>
            </w:smartTag>
            <w:r>
              <w:t xml:space="preserve">. </w:t>
            </w:r>
          </w:p>
          <w:p w:rsidR="004D260B" w:rsidRPr="00297ED7" w:rsidRDefault="004D260B" w:rsidP="00132169">
            <w:r w:rsidRPr="00A25508">
              <w:t>Длина отрезка и её измерение с помощью линейк</w:t>
            </w:r>
            <w:r>
              <w:t xml:space="preserve">и в сантиметрах, в дециметрах, </w:t>
            </w:r>
            <w:r w:rsidRPr="00A25508">
              <w:t>в дециметрах и сантиметрах. Выражение длины в ук</w:t>
            </w:r>
            <w:r>
              <w:t xml:space="preserve">азанных единицах; записи вида </w:t>
            </w:r>
          </w:p>
          <w:p w:rsidR="004D260B" w:rsidRPr="00297ED7" w:rsidRDefault="004D260B" w:rsidP="00132169">
            <w:r w:rsidRPr="00A25508">
              <w:t xml:space="preserve">1 дм </w:t>
            </w:r>
            <w:smartTag w:uri="urn:schemas-microsoft-com:office:smarttags" w:element="metricconverter">
              <w:smartTagPr>
                <w:attr w:name="ProductID" w:val="6 см"/>
              </w:smartTagPr>
              <w:r w:rsidRPr="00A25508">
                <w:t>6 см</w:t>
              </w:r>
            </w:smartTag>
            <w:r w:rsidRPr="00A25508">
              <w:t xml:space="preserve"> = </w:t>
            </w:r>
            <w:smartTag w:uri="urn:schemas-microsoft-com:office:smarttags" w:element="metricconverter">
              <w:smartTagPr>
                <w:attr w:name="ProductID" w:val="16 см"/>
              </w:smartTagPr>
              <w:r w:rsidRPr="00A25508">
                <w:t>16 см</w:t>
              </w:r>
            </w:smartTag>
            <w:r>
              <w:t xml:space="preserve">, </w:t>
            </w:r>
          </w:p>
          <w:p w:rsidR="004D260B" w:rsidRPr="00297ED7" w:rsidRDefault="004D260B" w:rsidP="00132169">
            <w:smartTag w:uri="urn:schemas-microsoft-com:office:smarttags" w:element="metricconverter">
              <w:smartTagPr>
                <w:attr w:name="ProductID" w:val="12 см"/>
              </w:smartTagPr>
              <w:r w:rsidRPr="00A25508">
                <w:t>12 см</w:t>
              </w:r>
            </w:smartTag>
            <w:r w:rsidRPr="00A25508">
              <w:t xml:space="preserve"> = 1 дм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A25508">
                <w:t>2 см</w:t>
              </w:r>
            </w:smartTag>
            <w:r>
              <w:t xml:space="preserve">. </w:t>
            </w:r>
          </w:p>
          <w:p w:rsidR="004D260B" w:rsidRDefault="004D260B" w:rsidP="00132169">
            <w:r>
              <w:t xml:space="preserve">Расстояние между двумя </w:t>
            </w:r>
            <w:r w:rsidRPr="00A25508">
              <w:t>точками</w:t>
            </w:r>
          </w:p>
        </w:tc>
        <w:tc>
          <w:tcPr>
            <w:tcW w:w="1025" w:type="dxa"/>
          </w:tcPr>
          <w:p w:rsidR="004D260B" w:rsidRDefault="004D260B" w:rsidP="00132169">
            <w:r>
              <w:t>3</w:t>
            </w:r>
          </w:p>
        </w:tc>
        <w:tc>
          <w:tcPr>
            <w:tcW w:w="5493" w:type="dxa"/>
            <w:gridSpan w:val="3"/>
          </w:tcPr>
          <w:p w:rsidR="004D260B" w:rsidRPr="00705802" w:rsidRDefault="004D260B" w:rsidP="00132169"/>
          <w:p w:rsidR="004D260B" w:rsidRPr="00705802" w:rsidRDefault="004D260B" w:rsidP="00132169">
            <w:r w:rsidRPr="00B052EA">
              <w:rPr>
                <w:i/>
              </w:rPr>
              <w:t>Различать</w:t>
            </w:r>
            <w:r w:rsidRPr="00A25508">
              <w:t xml:space="preserve"> единицы длины. </w:t>
            </w:r>
          </w:p>
          <w:p w:rsidR="004D260B" w:rsidRPr="00705802" w:rsidRDefault="004D260B" w:rsidP="00132169"/>
          <w:p w:rsidR="004D260B" w:rsidRPr="00705802" w:rsidRDefault="004D260B" w:rsidP="00132169"/>
          <w:p w:rsidR="004D260B" w:rsidRPr="007F70FD" w:rsidRDefault="004D260B" w:rsidP="00132169">
            <w:r w:rsidRPr="00B052EA">
              <w:rPr>
                <w:i/>
              </w:rPr>
              <w:t>Сравнивать</w:t>
            </w:r>
            <w:r w:rsidRPr="00A25508">
              <w:t xml:space="preserve"> длины отрезков в</w:t>
            </w:r>
            <w:r>
              <w:t>изуально и с помощью измерений.</w:t>
            </w:r>
          </w:p>
          <w:p w:rsidR="004D260B" w:rsidRPr="00705802" w:rsidRDefault="004D260B" w:rsidP="00132169">
            <w:r w:rsidRPr="00B052EA">
              <w:rPr>
                <w:i/>
              </w:rPr>
              <w:t>Упорядочивать</w:t>
            </w:r>
            <w:r w:rsidRPr="00A25508">
              <w:t xml:space="preserve"> отрезки в соответствии с их длинами.</w:t>
            </w:r>
          </w:p>
          <w:p w:rsidR="004D260B" w:rsidRPr="00705802" w:rsidRDefault="004D260B" w:rsidP="00132169"/>
          <w:p w:rsidR="004D260B" w:rsidRDefault="004D260B" w:rsidP="00132169"/>
          <w:p w:rsidR="004D260B" w:rsidRPr="000C504D" w:rsidRDefault="004D260B" w:rsidP="00132169"/>
          <w:p w:rsidR="004D260B" w:rsidRPr="00A25508" w:rsidRDefault="004D260B" w:rsidP="00132169">
            <w:r w:rsidRPr="00B052EA">
              <w:rPr>
                <w:i/>
              </w:rPr>
              <w:t>Оценивать</w:t>
            </w:r>
            <w:r w:rsidRPr="00A25508">
              <w:t xml:space="preserve"> на глаз расстояние между двумя точками, а</w:t>
            </w:r>
            <w:r>
              <w:t xml:space="preserve"> также длину предмета, отрезка </w:t>
            </w:r>
            <w:r w:rsidRPr="00A25508">
              <w:t>с последующей проверкой измерением</w:t>
            </w:r>
          </w:p>
        </w:tc>
      </w:tr>
      <w:tr w:rsidR="004D260B" w:rsidTr="007C1A21">
        <w:tc>
          <w:tcPr>
            <w:tcW w:w="651" w:type="dxa"/>
          </w:tcPr>
          <w:p w:rsidR="004D260B" w:rsidRPr="00142A2B" w:rsidRDefault="004D260B" w:rsidP="00132169">
            <w:r>
              <w:t>6.</w:t>
            </w:r>
          </w:p>
        </w:tc>
        <w:tc>
          <w:tcPr>
            <w:tcW w:w="2964" w:type="dxa"/>
          </w:tcPr>
          <w:p w:rsidR="004D260B" w:rsidRPr="00B052EA" w:rsidRDefault="004D260B" w:rsidP="00132169">
            <w:pPr>
              <w:rPr>
                <w:b/>
              </w:rPr>
            </w:pPr>
            <w:r w:rsidRPr="00B052EA">
              <w:rPr>
                <w:b/>
              </w:rPr>
              <w:t>Работа с текстовыми задачами</w:t>
            </w:r>
          </w:p>
        </w:tc>
        <w:tc>
          <w:tcPr>
            <w:tcW w:w="5088" w:type="dxa"/>
          </w:tcPr>
          <w:p w:rsidR="004D260B" w:rsidRPr="00B052EA" w:rsidRDefault="004D260B" w:rsidP="00132169">
            <w:pPr>
              <w:rPr>
                <w:b/>
              </w:rPr>
            </w:pPr>
            <w:r w:rsidRPr="00B052EA">
              <w:rPr>
                <w:b/>
              </w:rPr>
              <w:t>Текстовая арифметическая задача и её решение</w:t>
            </w:r>
          </w:p>
          <w:p w:rsidR="004D260B" w:rsidRPr="00705802" w:rsidRDefault="004D260B" w:rsidP="00132169">
            <w:r>
              <w:t xml:space="preserve">Понятие арифметической задачи. Условие и вопрос </w:t>
            </w:r>
            <w:r w:rsidRPr="00142A2B">
              <w:t>задачи.</w:t>
            </w:r>
          </w:p>
          <w:p w:rsidR="004D260B" w:rsidRPr="00705802" w:rsidRDefault="004D260B" w:rsidP="00132169"/>
          <w:p w:rsidR="004D260B" w:rsidRPr="00142A2B" w:rsidRDefault="004D260B" w:rsidP="00132169">
            <w:r w:rsidRPr="00142A2B">
              <w:t>Задачи, требующие однократного применения арифметичес</w:t>
            </w:r>
            <w:r>
              <w:t>кого действия (простые задачи).</w:t>
            </w:r>
          </w:p>
          <w:p w:rsidR="004D260B" w:rsidRPr="00705802" w:rsidRDefault="004D260B" w:rsidP="00132169">
            <w:r>
              <w:t>Запись решения и ответа.</w:t>
            </w:r>
          </w:p>
          <w:p w:rsidR="004D260B" w:rsidRPr="00705802" w:rsidRDefault="004D260B" w:rsidP="00132169"/>
          <w:p w:rsidR="004D260B" w:rsidRPr="00142A2B" w:rsidRDefault="004D260B" w:rsidP="00132169">
            <w:r>
              <w:t>Составная задача и её решение.</w:t>
            </w:r>
          </w:p>
          <w:p w:rsidR="004D260B" w:rsidRPr="00705802" w:rsidRDefault="004D260B" w:rsidP="00132169">
            <w:r w:rsidRPr="00142A2B">
              <w:t>Задачи, содержащие</w:t>
            </w:r>
            <w:r>
              <w:t xml:space="preserve"> более двух данных и несколько </w:t>
            </w:r>
            <w:r w:rsidRPr="00142A2B">
              <w:t>вопросов.</w:t>
            </w:r>
          </w:p>
          <w:p w:rsidR="004D260B" w:rsidRPr="00705802" w:rsidRDefault="004D260B" w:rsidP="00132169"/>
          <w:p w:rsidR="004D260B" w:rsidRPr="00705802" w:rsidRDefault="004D260B" w:rsidP="00132169"/>
          <w:p w:rsidR="004D260B" w:rsidRPr="00705802" w:rsidRDefault="004D260B" w:rsidP="00132169"/>
          <w:p w:rsidR="004D260B" w:rsidRPr="00705802" w:rsidRDefault="004D260B" w:rsidP="00132169"/>
          <w:p w:rsidR="004D260B" w:rsidRPr="00705802" w:rsidRDefault="004D260B" w:rsidP="00132169"/>
          <w:p w:rsidR="004D260B" w:rsidRPr="00705802" w:rsidRDefault="004D260B" w:rsidP="00132169"/>
          <w:p w:rsidR="004D260B" w:rsidRPr="00705802" w:rsidRDefault="004D260B" w:rsidP="00132169"/>
          <w:p w:rsidR="004D260B" w:rsidRPr="00705802" w:rsidRDefault="004D260B" w:rsidP="00132169"/>
          <w:p w:rsidR="004D260B" w:rsidRPr="00142A2B" w:rsidRDefault="004D260B" w:rsidP="00132169">
            <w:r>
              <w:t xml:space="preserve">Изменение условия или </w:t>
            </w:r>
            <w:r w:rsidRPr="00142A2B">
              <w:t>вопроса зад</w:t>
            </w:r>
            <w:r>
              <w:t>ачи.</w:t>
            </w:r>
          </w:p>
          <w:p w:rsidR="004D260B" w:rsidRPr="00142A2B" w:rsidRDefault="004D260B" w:rsidP="00132169">
            <w:r>
              <w:t xml:space="preserve">Составление текстов задач </w:t>
            </w:r>
            <w:r w:rsidRPr="00142A2B">
              <w:t>в соответствии с заданными условиями</w:t>
            </w:r>
          </w:p>
        </w:tc>
        <w:tc>
          <w:tcPr>
            <w:tcW w:w="1025" w:type="dxa"/>
          </w:tcPr>
          <w:p w:rsidR="004D260B" w:rsidRPr="00142A2B" w:rsidRDefault="004D260B" w:rsidP="00132169">
            <w:r>
              <w:t>7</w:t>
            </w:r>
          </w:p>
        </w:tc>
        <w:tc>
          <w:tcPr>
            <w:tcW w:w="5493" w:type="dxa"/>
            <w:gridSpan w:val="3"/>
          </w:tcPr>
          <w:p w:rsidR="004D260B" w:rsidRPr="00142A2B" w:rsidRDefault="004D260B" w:rsidP="00132169"/>
          <w:p w:rsidR="004D260B" w:rsidRPr="00142A2B" w:rsidRDefault="004D260B" w:rsidP="00132169"/>
          <w:p w:rsidR="004D260B" w:rsidRPr="00142A2B" w:rsidRDefault="004D260B" w:rsidP="00132169">
            <w:r w:rsidRPr="00B052EA">
              <w:rPr>
                <w:i/>
              </w:rPr>
              <w:t>Сравнивать</w:t>
            </w:r>
            <w:r>
              <w:t xml:space="preserve"> предъявленные тексты </w:t>
            </w:r>
            <w:r w:rsidRPr="00142A2B">
              <w:t>с целью выбора текста, предста</w:t>
            </w:r>
            <w:r>
              <w:t>вляющего арифметическую задачу.</w:t>
            </w:r>
          </w:p>
          <w:p w:rsidR="004D260B" w:rsidRPr="00142A2B" w:rsidRDefault="004D260B" w:rsidP="00132169">
            <w:r w:rsidRPr="00B052EA">
              <w:rPr>
                <w:i/>
              </w:rPr>
              <w:t>Обосновывать</w:t>
            </w:r>
            <w:r w:rsidRPr="00142A2B">
              <w:t xml:space="preserve">, почему </w:t>
            </w:r>
            <w:r>
              <w:t xml:space="preserve">данный текст является задачей. </w:t>
            </w:r>
          </w:p>
          <w:p w:rsidR="004D260B" w:rsidRPr="00142A2B" w:rsidRDefault="004D260B" w:rsidP="00132169">
            <w:r w:rsidRPr="00B052EA">
              <w:rPr>
                <w:i/>
              </w:rPr>
              <w:t>Моделировать</w:t>
            </w:r>
            <w:r w:rsidRPr="00142A2B">
              <w:t xml:space="preserve"> ситуацию, описанную в тексте задачи, с помощь</w:t>
            </w:r>
            <w:r>
              <w:t>ю фишек или схем.</w:t>
            </w:r>
          </w:p>
          <w:p w:rsidR="004D260B" w:rsidRPr="00142A2B" w:rsidRDefault="004D260B" w:rsidP="00132169">
            <w:r w:rsidRPr="00B052EA">
              <w:rPr>
                <w:i/>
              </w:rPr>
              <w:t>Подбирать</w:t>
            </w:r>
            <w:r>
              <w:t xml:space="preserve"> модель для решения задачи, </w:t>
            </w:r>
            <w:r w:rsidRPr="00142A2B">
              <w:t>обосновыв</w:t>
            </w:r>
            <w:r>
              <w:t>ать правильность выбора модели.</w:t>
            </w:r>
          </w:p>
          <w:p w:rsidR="004D260B" w:rsidRPr="00142A2B" w:rsidRDefault="004D260B" w:rsidP="00132169">
            <w:r w:rsidRPr="00B052EA">
              <w:rPr>
                <w:i/>
              </w:rPr>
              <w:t>Выбирать</w:t>
            </w:r>
            <w:r w:rsidRPr="00142A2B">
              <w:t xml:space="preserve"> арифметическое</w:t>
            </w:r>
            <w:r>
              <w:t xml:space="preserve"> действие для решения задачи.  </w:t>
            </w:r>
          </w:p>
          <w:p w:rsidR="004D260B" w:rsidRPr="00142A2B" w:rsidRDefault="004D260B" w:rsidP="00132169">
            <w:r w:rsidRPr="00B052EA">
              <w:rPr>
                <w:i/>
              </w:rPr>
              <w:t>Анализировать</w:t>
            </w:r>
            <w:r w:rsidRPr="00142A2B">
              <w:t xml:space="preserve"> текст задачи: ориентироват</w:t>
            </w:r>
            <w:r>
              <w:t xml:space="preserve">ься в тексте, выделять условие </w:t>
            </w:r>
            <w:r w:rsidRPr="00142A2B">
              <w:t>и вопрос, данные и искомые числа</w:t>
            </w:r>
            <w:r>
              <w:t xml:space="preserve"> (величины).</w:t>
            </w:r>
          </w:p>
          <w:p w:rsidR="004D260B" w:rsidRPr="00142A2B" w:rsidRDefault="004D260B" w:rsidP="00132169">
            <w:r w:rsidRPr="00B052EA">
              <w:rPr>
                <w:i/>
              </w:rPr>
              <w:t>Искать</w:t>
            </w:r>
            <w:r w:rsidRPr="00142A2B">
              <w:t xml:space="preserve"> и выбирать необходимую информацию, со</w:t>
            </w:r>
            <w:r>
              <w:t xml:space="preserve">держащуюся в тексте задачи, на </w:t>
            </w:r>
            <w:r w:rsidRPr="00142A2B">
              <w:t xml:space="preserve">рисунке или в таблице, </w:t>
            </w:r>
            <w:r>
              <w:t>для ответа на заданные вопросы.</w:t>
            </w:r>
          </w:p>
          <w:p w:rsidR="004D260B" w:rsidRPr="00705802" w:rsidRDefault="004D260B" w:rsidP="00132169">
            <w:r w:rsidRPr="00B052EA">
              <w:rPr>
                <w:i/>
              </w:rPr>
              <w:t>Планировать</w:t>
            </w:r>
            <w:r w:rsidRPr="00142A2B">
              <w:t xml:space="preserve"> и устно </w:t>
            </w:r>
            <w:r w:rsidRPr="00B052EA">
              <w:rPr>
                <w:i/>
              </w:rPr>
              <w:t>воспроизводить</w:t>
            </w:r>
            <w:r>
              <w:t xml:space="preserve"> ход решения задачи.</w:t>
            </w:r>
          </w:p>
          <w:p w:rsidR="004D260B" w:rsidRPr="00142A2B" w:rsidRDefault="004D260B" w:rsidP="00132169">
            <w:r w:rsidRPr="00B052EA">
              <w:rPr>
                <w:i/>
              </w:rPr>
              <w:t>Анализировать</w:t>
            </w:r>
            <w:r w:rsidRPr="00142A2B">
              <w:t xml:space="preserve"> предложенные варианты решения задачи, выби</w:t>
            </w:r>
            <w:r>
              <w:t>рать из них верные.</w:t>
            </w:r>
          </w:p>
          <w:p w:rsidR="004D260B" w:rsidRPr="00142A2B" w:rsidRDefault="004D260B" w:rsidP="00132169">
            <w:r w:rsidRPr="00B052EA">
              <w:rPr>
                <w:i/>
              </w:rPr>
              <w:t>Оценивать</w:t>
            </w:r>
            <w:r w:rsidRPr="00142A2B">
              <w:t xml:space="preserve"> предъявленное готовое р</w:t>
            </w:r>
            <w:r>
              <w:t>ешение задачи (верно, неверно).</w:t>
            </w:r>
          </w:p>
          <w:p w:rsidR="004D260B" w:rsidRPr="00142A2B" w:rsidRDefault="004D260B" w:rsidP="00132169">
            <w:r w:rsidRPr="00B052EA">
              <w:rPr>
                <w:i/>
              </w:rPr>
              <w:t>Конструировать</w:t>
            </w:r>
            <w:r w:rsidRPr="00142A2B">
              <w:t xml:space="preserve"> и </w:t>
            </w:r>
            <w:r w:rsidRPr="00B052EA">
              <w:rPr>
                <w:i/>
              </w:rPr>
              <w:t>решать</w:t>
            </w:r>
            <w:r w:rsidRPr="00142A2B">
              <w:t xml:space="preserve"> задачи с изменённым текстом, а также самостоятельно </w:t>
            </w:r>
            <w:r w:rsidRPr="00B052EA">
              <w:rPr>
                <w:i/>
              </w:rPr>
              <w:t>составлять</w:t>
            </w:r>
            <w:r>
              <w:t xml:space="preserve"> несложные текстовые задачи </w:t>
            </w:r>
            <w:r w:rsidRPr="00142A2B">
              <w:t>с зада</w:t>
            </w:r>
            <w:r>
              <w:t xml:space="preserve">нной сюжетной ситуацией (в том </w:t>
            </w:r>
            <w:r w:rsidRPr="00142A2B">
              <w:t>числе по рисунку, схеме и пр.)</w:t>
            </w:r>
          </w:p>
        </w:tc>
      </w:tr>
      <w:tr w:rsidR="004D260B" w:rsidTr="007C1A21">
        <w:tc>
          <w:tcPr>
            <w:tcW w:w="651" w:type="dxa"/>
            <w:vMerge w:val="restart"/>
          </w:tcPr>
          <w:p w:rsidR="004D260B" w:rsidRDefault="004D260B" w:rsidP="00132169">
            <w:r>
              <w:t>7.</w:t>
            </w:r>
          </w:p>
        </w:tc>
        <w:tc>
          <w:tcPr>
            <w:tcW w:w="2964" w:type="dxa"/>
            <w:vMerge w:val="restart"/>
            <w:tcBorders>
              <w:top w:val="nil"/>
            </w:tcBorders>
          </w:tcPr>
          <w:p w:rsidR="004D260B" w:rsidRPr="00B052EA" w:rsidRDefault="004D260B" w:rsidP="00132169">
            <w:pPr>
              <w:rPr>
                <w:b/>
              </w:rPr>
            </w:pPr>
            <w:r w:rsidRPr="00B052EA">
              <w:rPr>
                <w:b/>
              </w:rPr>
              <w:t xml:space="preserve">Пространственные отношения. </w:t>
            </w:r>
            <w:r w:rsidRPr="00B052EA">
              <w:rPr>
                <w:b/>
              </w:rPr>
              <w:br/>
              <w:t>Геометрические фигуры</w:t>
            </w:r>
          </w:p>
        </w:tc>
        <w:tc>
          <w:tcPr>
            <w:tcW w:w="5088" w:type="dxa"/>
          </w:tcPr>
          <w:p w:rsidR="004D260B" w:rsidRPr="00B052EA" w:rsidRDefault="004D260B" w:rsidP="00132169">
            <w:pPr>
              <w:rPr>
                <w:b/>
              </w:rPr>
            </w:pPr>
            <w:r w:rsidRPr="00B052EA">
              <w:rPr>
                <w:b/>
              </w:rPr>
              <w:t>Взаимное расположение предметов</w:t>
            </w:r>
          </w:p>
          <w:p w:rsidR="004D260B" w:rsidRDefault="004D260B" w:rsidP="00B052EA">
            <w:pPr>
              <w:spacing w:after="200" w:line="288" w:lineRule="auto"/>
            </w:pPr>
            <w:r w:rsidRPr="000945CD">
              <w:t>Понятия: выше, ниже, дальше, ближе, справа, сл</w:t>
            </w:r>
            <w:r>
              <w:t xml:space="preserve">ева, над, под, за, между, вне, </w:t>
            </w:r>
            <w:r w:rsidRPr="000945CD">
              <w:t>внутри</w:t>
            </w:r>
          </w:p>
        </w:tc>
        <w:tc>
          <w:tcPr>
            <w:tcW w:w="1025" w:type="dxa"/>
          </w:tcPr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  <w:r>
              <w:t>3</w:t>
            </w:r>
          </w:p>
          <w:p w:rsidR="004D260B" w:rsidRDefault="004D260B" w:rsidP="00B052EA">
            <w:pPr>
              <w:spacing w:after="200" w:line="288" w:lineRule="auto"/>
            </w:pPr>
          </w:p>
          <w:p w:rsidR="004D260B" w:rsidRPr="000945CD" w:rsidRDefault="004D260B" w:rsidP="00012448"/>
        </w:tc>
        <w:tc>
          <w:tcPr>
            <w:tcW w:w="5493" w:type="dxa"/>
            <w:gridSpan w:val="3"/>
          </w:tcPr>
          <w:p w:rsidR="004D260B" w:rsidRDefault="004D260B" w:rsidP="00132169"/>
          <w:p w:rsidR="004D260B" w:rsidRDefault="004D260B" w:rsidP="00132169">
            <w:r w:rsidRPr="00B052EA">
              <w:rPr>
                <w:i/>
              </w:rPr>
              <w:t>Характеризовать</w:t>
            </w:r>
            <w:r w:rsidRPr="000945CD">
              <w:t xml:space="preserve"> расположение предмета</w:t>
            </w:r>
            <w:r>
              <w:t xml:space="preserve"> на плоскости и в пространстве.</w:t>
            </w:r>
          </w:p>
          <w:p w:rsidR="004D260B" w:rsidRDefault="004D260B" w:rsidP="00132169">
            <w:r w:rsidRPr="00B052EA">
              <w:rPr>
                <w:i/>
              </w:rPr>
              <w:t>Располагать</w:t>
            </w:r>
            <w:r>
              <w:t xml:space="preserve"> предметы в соответствии </w:t>
            </w:r>
            <w:r w:rsidRPr="000945CD">
              <w:t>с указан</w:t>
            </w:r>
            <w:r>
              <w:t xml:space="preserve">ными требованиями (в том числе </w:t>
            </w:r>
            <w:r w:rsidRPr="000945CD">
              <w:t>в виде та</w:t>
            </w:r>
            <w:r>
              <w:t>блицы со строками и столбцами).</w:t>
            </w:r>
          </w:p>
          <w:p w:rsidR="004D260B" w:rsidRPr="000945CD" w:rsidRDefault="004D260B" w:rsidP="00132169">
            <w:r w:rsidRPr="00B052EA">
              <w:rPr>
                <w:i/>
              </w:rPr>
              <w:t>Различать</w:t>
            </w:r>
            <w:r w:rsidRPr="000945CD">
              <w:t xml:space="preserve"> направления движения: слева направо, справа налево, сверху вниз, снизу вверх</w:t>
            </w:r>
          </w:p>
        </w:tc>
      </w:tr>
      <w:tr w:rsidR="004D260B" w:rsidTr="007C1A21">
        <w:tc>
          <w:tcPr>
            <w:tcW w:w="651" w:type="dxa"/>
            <w:vMerge/>
          </w:tcPr>
          <w:p w:rsidR="004D260B" w:rsidRPr="0037405F" w:rsidRDefault="004D260B" w:rsidP="00132169"/>
        </w:tc>
        <w:tc>
          <w:tcPr>
            <w:tcW w:w="2964" w:type="dxa"/>
            <w:vMerge/>
            <w:tcBorders>
              <w:top w:val="nil"/>
            </w:tcBorders>
          </w:tcPr>
          <w:p w:rsidR="004D260B" w:rsidRPr="0037405F" w:rsidRDefault="004D260B" w:rsidP="00132169"/>
        </w:tc>
        <w:tc>
          <w:tcPr>
            <w:tcW w:w="5088" w:type="dxa"/>
          </w:tcPr>
          <w:p w:rsidR="004D260B" w:rsidRPr="00B052EA" w:rsidRDefault="004D260B" w:rsidP="00132169">
            <w:pPr>
              <w:rPr>
                <w:b/>
              </w:rPr>
            </w:pPr>
            <w:r w:rsidRPr="00B052EA">
              <w:rPr>
                <w:b/>
              </w:rPr>
              <w:t>Осевая симметрия</w:t>
            </w:r>
          </w:p>
          <w:p w:rsidR="004D260B" w:rsidRDefault="004D260B" w:rsidP="00132169">
            <w:r>
              <w:t xml:space="preserve">Отображение предметов в зеркале. Ось симметрии. </w:t>
            </w:r>
            <w:r w:rsidRPr="000945CD">
              <w:t>Пары симметричных фигур (точек, отрезков, многоугольников).</w:t>
            </w:r>
          </w:p>
          <w:p w:rsidR="004D260B" w:rsidRDefault="004D260B" w:rsidP="00B052EA">
            <w:pPr>
              <w:spacing w:after="200" w:line="288" w:lineRule="auto"/>
            </w:pPr>
            <w:r w:rsidRPr="000945CD">
              <w:t>Примеры фигур, имеющих одну или несколько осей симметрии</w:t>
            </w:r>
          </w:p>
        </w:tc>
        <w:tc>
          <w:tcPr>
            <w:tcW w:w="1025" w:type="dxa"/>
          </w:tcPr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  <w:r>
              <w:t>9</w:t>
            </w:r>
          </w:p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</w:p>
          <w:p w:rsidR="004D260B" w:rsidRPr="000945CD" w:rsidRDefault="004D260B" w:rsidP="00012448"/>
        </w:tc>
        <w:tc>
          <w:tcPr>
            <w:tcW w:w="5493" w:type="dxa"/>
            <w:gridSpan w:val="3"/>
          </w:tcPr>
          <w:p w:rsidR="004D260B" w:rsidRDefault="004D260B" w:rsidP="00132169"/>
          <w:p w:rsidR="004D260B" w:rsidRDefault="004D260B" w:rsidP="00132169">
            <w:r w:rsidRPr="00B052EA">
              <w:rPr>
                <w:i/>
              </w:rPr>
              <w:t>Находить</w:t>
            </w:r>
            <w:r w:rsidRPr="000945CD">
              <w:t xml:space="preserve"> на рисунках пары симметричных предметов или их частей.</w:t>
            </w:r>
          </w:p>
          <w:p w:rsidR="004D260B" w:rsidRDefault="004D260B" w:rsidP="00132169"/>
          <w:p w:rsidR="004D260B" w:rsidRPr="000945CD" w:rsidRDefault="004D260B" w:rsidP="00132169">
            <w:r w:rsidRPr="00B052EA">
              <w:rPr>
                <w:i/>
              </w:rPr>
              <w:t>Проверять</w:t>
            </w:r>
            <w:r w:rsidRPr="000945CD">
              <w:t xml:space="preserve"> на моделях плоских фигур наличие или отс</w:t>
            </w:r>
            <w:r>
              <w:t>утствие у данной фигуры осей си</w:t>
            </w:r>
            <w:r w:rsidRPr="000945CD">
              <w:t>мметрии, используя практические способы</w:t>
            </w:r>
          </w:p>
        </w:tc>
      </w:tr>
      <w:tr w:rsidR="004D260B" w:rsidTr="007C1A21">
        <w:trPr>
          <w:gridBefore w:val="1"/>
          <w:wBefore w:w="651" w:type="dxa"/>
        </w:trPr>
        <w:tc>
          <w:tcPr>
            <w:tcW w:w="2964" w:type="dxa"/>
            <w:vMerge/>
            <w:tcBorders>
              <w:top w:val="nil"/>
            </w:tcBorders>
          </w:tcPr>
          <w:p w:rsidR="004D260B" w:rsidRPr="0037405F" w:rsidRDefault="004D260B" w:rsidP="00132169"/>
        </w:tc>
        <w:tc>
          <w:tcPr>
            <w:tcW w:w="5088" w:type="dxa"/>
          </w:tcPr>
          <w:p w:rsidR="004D260B" w:rsidRPr="00B052EA" w:rsidRDefault="004D260B" w:rsidP="00132169">
            <w:pPr>
              <w:rPr>
                <w:b/>
              </w:rPr>
            </w:pPr>
            <w:r w:rsidRPr="00B052EA">
              <w:rPr>
                <w:b/>
              </w:rPr>
              <w:t>Геометрические фигуры</w:t>
            </w:r>
          </w:p>
          <w:p w:rsidR="004D260B" w:rsidRDefault="004D260B" w:rsidP="00132169">
            <w:r w:rsidRPr="00C956C0">
              <w:t xml:space="preserve">Форма предмета. Понятия: такой же формы, другой </w:t>
            </w:r>
            <w:r>
              <w:t>формы.</w:t>
            </w:r>
          </w:p>
          <w:p w:rsidR="004D260B" w:rsidRDefault="004D260B" w:rsidP="00132169">
            <w:r w:rsidRPr="00C956C0">
              <w:t>Точка, линия, отрезок, круг, треугольник, к</w:t>
            </w:r>
            <w:r>
              <w:t>вадрат, пятиугольник. Куб. Шар.</w:t>
            </w:r>
          </w:p>
          <w:p w:rsidR="004D260B" w:rsidRPr="00C956C0" w:rsidRDefault="004D260B" w:rsidP="00132169">
            <w:r w:rsidRPr="00C956C0">
              <w:t>Изображение простейших плоских фигур с помощью линейки и от руки</w:t>
            </w:r>
          </w:p>
        </w:tc>
        <w:tc>
          <w:tcPr>
            <w:tcW w:w="1025" w:type="dxa"/>
          </w:tcPr>
          <w:p w:rsidR="004D260B" w:rsidRPr="00C956C0" w:rsidRDefault="004D260B" w:rsidP="00132169">
            <w:r>
              <w:t>4</w:t>
            </w:r>
          </w:p>
        </w:tc>
        <w:tc>
          <w:tcPr>
            <w:tcW w:w="5070" w:type="dxa"/>
          </w:tcPr>
          <w:p w:rsidR="004D260B" w:rsidRDefault="004D260B" w:rsidP="00132169"/>
          <w:p w:rsidR="004D260B" w:rsidRDefault="004D260B" w:rsidP="00132169">
            <w:r w:rsidRPr="00B052EA">
              <w:rPr>
                <w:i/>
              </w:rPr>
              <w:t>Различать</w:t>
            </w:r>
            <w:r>
              <w:t xml:space="preserve"> предметы по форме. </w:t>
            </w:r>
          </w:p>
          <w:p w:rsidR="004D260B" w:rsidRDefault="004D260B" w:rsidP="00132169"/>
          <w:p w:rsidR="004D260B" w:rsidRDefault="004D260B" w:rsidP="00132169">
            <w:r w:rsidRPr="00B052EA">
              <w:rPr>
                <w:i/>
              </w:rPr>
              <w:t>Распознавать</w:t>
            </w:r>
            <w:r w:rsidRPr="00C956C0">
              <w:t xml:space="preserve"> геометрические фигуры на чертежах, моделях, окружающих предме</w:t>
            </w:r>
            <w:r>
              <w:t>тах.</w:t>
            </w:r>
          </w:p>
          <w:p w:rsidR="004D260B" w:rsidRDefault="004D260B" w:rsidP="00132169">
            <w:r w:rsidRPr="00B052EA">
              <w:rPr>
                <w:i/>
              </w:rPr>
              <w:t>Описывать</w:t>
            </w:r>
            <w:r w:rsidRPr="00C956C0">
              <w:t xml:space="preserve"> сходства и различия</w:t>
            </w:r>
            <w:r>
              <w:t xml:space="preserve"> фигур (по форме, по размерам).</w:t>
            </w:r>
          </w:p>
          <w:p w:rsidR="004D260B" w:rsidRDefault="004D260B" w:rsidP="00132169">
            <w:r w:rsidRPr="00B052EA">
              <w:rPr>
                <w:i/>
              </w:rPr>
              <w:t>Различать</w:t>
            </w:r>
            <w:r>
              <w:t xml:space="preserve"> куб и квадрат, шар и круг.</w:t>
            </w:r>
          </w:p>
          <w:p w:rsidR="004D260B" w:rsidRDefault="004D260B" w:rsidP="00132169">
            <w:r w:rsidRPr="00B052EA">
              <w:rPr>
                <w:i/>
              </w:rPr>
              <w:t>Называть</w:t>
            </w:r>
            <w:r>
              <w:t xml:space="preserve"> предъявленную фигуру.</w:t>
            </w:r>
          </w:p>
          <w:p w:rsidR="004D260B" w:rsidRDefault="004D260B" w:rsidP="00132169">
            <w:r w:rsidRPr="00B052EA">
              <w:rPr>
                <w:i/>
              </w:rPr>
              <w:t>Выделять</w:t>
            </w:r>
            <w:r w:rsidRPr="00C956C0">
              <w:t xml:space="preserve"> фигуру зад</w:t>
            </w:r>
            <w:r>
              <w:t>анной формы на сложном чертеже.</w:t>
            </w:r>
          </w:p>
          <w:p w:rsidR="004D260B" w:rsidRDefault="004D260B" w:rsidP="00132169">
            <w:r w:rsidRPr="00B052EA">
              <w:rPr>
                <w:i/>
              </w:rPr>
              <w:t>Разбивать</w:t>
            </w:r>
            <w:r>
              <w:t xml:space="preserve"> фигуру на указанные части.</w:t>
            </w:r>
          </w:p>
          <w:p w:rsidR="004D260B" w:rsidRPr="00C956C0" w:rsidRDefault="004D260B" w:rsidP="00132169">
            <w:r w:rsidRPr="00B052EA">
              <w:rPr>
                <w:i/>
              </w:rPr>
              <w:t>Конструировать</w:t>
            </w:r>
            <w:r w:rsidRPr="00C956C0">
              <w:t xml:space="preserve"> фигуры из частей</w:t>
            </w:r>
          </w:p>
        </w:tc>
        <w:tc>
          <w:tcPr>
            <w:tcW w:w="423" w:type="dxa"/>
            <w:gridSpan w:val="2"/>
          </w:tcPr>
          <w:p w:rsidR="004D260B" w:rsidRPr="00C956C0" w:rsidRDefault="004D260B" w:rsidP="00132169"/>
        </w:tc>
      </w:tr>
      <w:tr w:rsidR="004D260B" w:rsidTr="007C1A21">
        <w:tc>
          <w:tcPr>
            <w:tcW w:w="646" w:type="dxa"/>
            <w:vMerge w:val="restart"/>
          </w:tcPr>
          <w:p w:rsidR="004D260B" w:rsidRPr="00CF7222" w:rsidRDefault="004D260B" w:rsidP="00132169">
            <w:r>
              <w:t>8.</w:t>
            </w:r>
          </w:p>
        </w:tc>
        <w:tc>
          <w:tcPr>
            <w:tcW w:w="2964" w:type="dxa"/>
          </w:tcPr>
          <w:p w:rsidR="004D260B" w:rsidRPr="00B052EA" w:rsidRDefault="004D260B" w:rsidP="00132169">
            <w:pPr>
              <w:rPr>
                <w:b/>
              </w:rPr>
            </w:pPr>
            <w:r w:rsidRPr="00B052EA">
              <w:rPr>
                <w:b/>
              </w:rPr>
              <w:t>Логико-математическая подготовка</w:t>
            </w:r>
          </w:p>
        </w:tc>
        <w:tc>
          <w:tcPr>
            <w:tcW w:w="5088" w:type="dxa"/>
          </w:tcPr>
          <w:p w:rsidR="004D260B" w:rsidRPr="00B052EA" w:rsidRDefault="004D260B" w:rsidP="00132169">
            <w:pPr>
              <w:rPr>
                <w:b/>
              </w:rPr>
            </w:pPr>
            <w:r w:rsidRPr="00B052EA">
              <w:rPr>
                <w:b/>
              </w:rPr>
              <w:t>Логические понятия</w:t>
            </w:r>
          </w:p>
          <w:p w:rsidR="004D260B" w:rsidRDefault="004D260B" w:rsidP="00132169">
            <w:r>
              <w:t xml:space="preserve">Понятия: все не все; все, </w:t>
            </w:r>
            <w:r w:rsidRPr="00CF7222">
              <w:t>кроме; кажды</w:t>
            </w:r>
            <w:r>
              <w:t>й, какой-нибудь, один из любой.</w:t>
            </w:r>
          </w:p>
          <w:p w:rsidR="004D260B" w:rsidRDefault="004D260B" w:rsidP="00B052EA">
            <w:pPr>
              <w:spacing w:after="200" w:line="288" w:lineRule="auto"/>
            </w:pPr>
            <w:r w:rsidRPr="00CF7222">
              <w:t>Классификация мн</w:t>
            </w:r>
            <w:r>
              <w:t xml:space="preserve">ожества предметов по заданному признаку. </w:t>
            </w:r>
            <w:r w:rsidRPr="00CF7222">
              <w:t>Решение несложных задач логического характера</w:t>
            </w:r>
          </w:p>
        </w:tc>
        <w:tc>
          <w:tcPr>
            <w:tcW w:w="1025" w:type="dxa"/>
            <w:vMerge w:val="restart"/>
          </w:tcPr>
          <w:p w:rsidR="004D260B" w:rsidRDefault="004D260B" w:rsidP="00B052EA">
            <w:pPr>
              <w:spacing w:after="200" w:line="288" w:lineRule="auto"/>
            </w:pPr>
            <w:r>
              <w:t>2</w:t>
            </w:r>
          </w:p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  <w:r>
              <w:t>1</w:t>
            </w:r>
          </w:p>
          <w:p w:rsidR="004D260B" w:rsidRDefault="004D260B" w:rsidP="00B052EA">
            <w:pPr>
              <w:spacing w:after="200" w:line="288" w:lineRule="auto"/>
            </w:pPr>
          </w:p>
          <w:p w:rsidR="004D260B" w:rsidRPr="00CF7222" w:rsidRDefault="004D260B" w:rsidP="00132169"/>
        </w:tc>
        <w:tc>
          <w:tcPr>
            <w:tcW w:w="5070" w:type="dxa"/>
          </w:tcPr>
          <w:p w:rsidR="004D260B" w:rsidRDefault="004D260B" w:rsidP="00132169"/>
          <w:p w:rsidR="004D260B" w:rsidRDefault="004D260B" w:rsidP="00132169">
            <w:r w:rsidRPr="00B052EA">
              <w:rPr>
                <w:i/>
              </w:rPr>
              <w:t>Различать</w:t>
            </w:r>
            <w:r>
              <w:t xml:space="preserve"> по смыслу слова: каждый, </w:t>
            </w:r>
            <w:r w:rsidRPr="00CF7222">
              <w:t>все</w:t>
            </w:r>
            <w:r>
              <w:t>, один из, любой, какой-нибудь.</w:t>
            </w:r>
          </w:p>
          <w:p w:rsidR="004D260B" w:rsidRDefault="004D260B" w:rsidP="00132169">
            <w:r w:rsidRPr="00B052EA">
              <w:rPr>
                <w:i/>
              </w:rPr>
              <w:t>Определять</w:t>
            </w:r>
            <w:r>
              <w:t xml:space="preserve"> истинность несложных утверждений (верно, неверно).</w:t>
            </w:r>
          </w:p>
          <w:p w:rsidR="004D260B" w:rsidRDefault="004D260B" w:rsidP="00132169">
            <w:r w:rsidRPr="00B052EA">
              <w:rPr>
                <w:i/>
              </w:rPr>
              <w:t>Классифицировать</w:t>
            </w:r>
            <w:r w:rsidRPr="00CF7222">
              <w:t>: распределять элементы множества н</w:t>
            </w:r>
            <w:r>
              <w:t>а группы по заданному признаку.</w:t>
            </w:r>
          </w:p>
          <w:p w:rsidR="004D260B" w:rsidRDefault="004D260B" w:rsidP="00132169">
            <w:r w:rsidRPr="00B052EA">
              <w:rPr>
                <w:i/>
              </w:rPr>
              <w:t>Определять</w:t>
            </w:r>
            <w:r w:rsidRPr="00CF7222">
              <w:t xml:space="preserve"> основание классификации. </w:t>
            </w:r>
          </w:p>
          <w:p w:rsidR="004D260B" w:rsidRPr="00CF7222" w:rsidRDefault="004D260B" w:rsidP="00132169">
            <w:r w:rsidRPr="00B052EA">
              <w:rPr>
                <w:i/>
              </w:rPr>
              <w:t>Воспроизводить</w:t>
            </w:r>
            <w:r w:rsidRPr="00CF7222">
              <w:t xml:space="preserve"> в устной форме решение логической задачи</w:t>
            </w:r>
          </w:p>
        </w:tc>
        <w:tc>
          <w:tcPr>
            <w:tcW w:w="423" w:type="dxa"/>
            <w:gridSpan w:val="2"/>
          </w:tcPr>
          <w:p w:rsidR="004D260B" w:rsidRPr="00CF7222" w:rsidRDefault="004D260B" w:rsidP="00132169"/>
        </w:tc>
      </w:tr>
      <w:tr w:rsidR="004D260B" w:rsidTr="007C1A21">
        <w:tc>
          <w:tcPr>
            <w:tcW w:w="646" w:type="dxa"/>
            <w:vMerge/>
          </w:tcPr>
          <w:p w:rsidR="004D260B" w:rsidRDefault="004D260B" w:rsidP="00132169"/>
        </w:tc>
        <w:tc>
          <w:tcPr>
            <w:tcW w:w="2964" w:type="dxa"/>
          </w:tcPr>
          <w:p w:rsidR="004D260B" w:rsidRPr="00B052EA" w:rsidRDefault="004D260B" w:rsidP="00132169">
            <w:pPr>
              <w:rPr>
                <w:b/>
              </w:rPr>
            </w:pPr>
            <w:r w:rsidRPr="00B052EA">
              <w:rPr>
                <w:b/>
              </w:rPr>
              <w:t>Работа с информацией</w:t>
            </w:r>
          </w:p>
        </w:tc>
        <w:tc>
          <w:tcPr>
            <w:tcW w:w="5088" w:type="dxa"/>
          </w:tcPr>
          <w:p w:rsidR="004D260B" w:rsidRPr="00B052EA" w:rsidRDefault="004D260B" w:rsidP="00132169">
            <w:pPr>
              <w:rPr>
                <w:b/>
              </w:rPr>
            </w:pPr>
            <w:r w:rsidRPr="00B052EA">
              <w:rPr>
                <w:b/>
              </w:rPr>
              <w:t>Представление и сбор информации</w:t>
            </w:r>
          </w:p>
          <w:p w:rsidR="004D260B" w:rsidRDefault="004D260B" w:rsidP="00132169">
            <w:r w:rsidRPr="00A11773">
              <w:t>Таблица. Строки и столбцы таб</w:t>
            </w:r>
            <w:r>
              <w:t>лицы. Чтение несложной таблицы.</w:t>
            </w:r>
          </w:p>
          <w:p w:rsidR="004D260B" w:rsidRDefault="004D260B" w:rsidP="00132169">
            <w:r w:rsidRPr="00A11773">
              <w:t xml:space="preserve">Заполнение строк и столбцов готовых таблиц в соответствии с предъявленным </w:t>
            </w:r>
            <w:r>
              <w:t>набором данных.</w:t>
            </w:r>
          </w:p>
          <w:p w:rsidR="004D260B" w:rsidRDefault="004D260B" w:rsidP="00132169">
            <w:r w:rsidRPr="00A11773">
              <w:t>Перевод информации и</w:t>
            </w:r>
            <w:r>
              <w:t xml:space="preserve">з текстовой формы в табличную. </w:t>
            </w:r>
          </w:p>
          <w:p w:rsidR="004D260B" w:rsidRDefault="004D260B" w:rsidP="00132169">
            <w:r w:rsidRPr="00A11773">
              <w:t>Информация, связанна</w:t>
            </w:r>
            <w:r>
              <w:t>я со счётом и измерением.</w:t>
            </w:r>
          </w:p>
          <w:p w:rsidR="004D260B" w:rsidRPr="00A11773" w:rsidRDefault="004D260B" w:rsidP="00132169">
            <w:r w:rsidRPr="00A11773">
              <w:t xml:space="preserve">Информация, представленная последовательностями предметов, чисел, фигур  </w:t>
            </w:r>
          </w:p>
        </w:tc>
        <w:tc>
          <w:tcPr>
            <w:tcW w:w="1025" w:type="dxa"/>
            <w:vMerge/>
          </w:tcPr>
          <w:p w:rsidR="004D260B" w:rsidRPr="00A11773" w:rsidRDefault="004D260B" w:rsidP="00132169"/>
        </w:tc>
        <w:tc>
          <w:tcPr>
            <w:tcW w:w="5070" w:type="dxa"/>
          </w:tcPr>
          <w:p w:rsidR="004D260B" w:rsidRDefault="004D260B" w:rsidP="00132169"/>
          <w:p w:rsidR="004D260B" w:rsidRDefault="004D260B" w:rsidP="00132169">
            <w:r w:rsidRPr="00B052EA">
              <w:rPr>
                <w:i/>
              </w:rPr>
              <w:t>Характеризовать</w:t>
            </w:r>
            <w:r w:rsidRPr="00DA2316">
              <w:t xml:space="preserve"> расположение предметов или числовых данных в таблице, используя слова: верхняя (средняя, нижняя) строка, левый (средний, правый) столбец, </w:t>
            </w:r>
            <w:r w:rsidRPr="00B052EA">
              <w:rPr>
                <w:i/>
              </w:rPr>
              <w:t>фиксировать</w:t>
            </w:r>
            <w:r w:rsidRPr="00DA2316">
              <w:t xml:space="preserve"> результаты.</w:t>
            </w:r>
            <w:r w:rsidRPr="00B052EA">
              <w:rPr>
                <w:i/>
              </w:rPr>
              <w:t>Выявлять</w:t>
            </w:r>
            <w:r w:rsidRPr="00DA2316">
              <w:t xml:space="preserve"> соотношения между значе</w:t>
            </w:r>
            <w:r>
              <w:t>ниями данных в таблице величин.</w:t>
            </w:r>
          </w:p>
          <w:p w:rsidR="004D260B" w:rsidRDefault="004D260B" w:rsidP="00132169">
            <w:r w:rsidRPr="00B052EA">
              <w:rPr>
                <w:i/>
              </w:rPr>
              <w:t>Собирать</w:t>
            </w:r>
            <w:r w:rsidRPr="00DA2316">
              <w:t xml:space="preserve"> требуемую инфо</w:t>
            </w:r>
            <w:r>
              <w:t>рмацию из указанных источников.</w:t>
            </w:r>
          </w:p>
          <w:p w:rsidR="004D260B" w:rsidRDefault="004D260B" w:rsidP="00132169">
            <w:r w:rsidRPr="00B052EA">
              <w:rPr>
                <w:i/>
              </w:rPr>
              <w:t>Фиксировать</w:t>
            </w:r>
            <w:r>
              <w:t xml:space="preserve"> результаты разными способами.</w:t>
            </w:r>
          </w:p>
          <w:p w:rsidR="004D260B" w:rsidRPr="00DA2316" w:rsidRDefault="004D260B" w:rsidP="00132169">
            <w:r w:rsidRPr="00B052EA">
              <w:rPr>
                <w:i/>
              </w:rPr>
              <w:t>Устанавливать</w:t>
            </w:r>
            <w:r>
              <w:t xml:space="preserve"> правило составления </w:t>
            </w:r>
            <w:r w:rsidRPr="00DA2316">
              <w:t>предъя</w:t>
            </w:r>
            <w:r>
              <w:t xml:space="preserve">вленной информации, </w:t>
            </w:r>
            <w:r w:rsidRPr="00B052EA">
              <w:rPr>
                <w:i/>
              </w:rPr>
              <w:t>составлять</w:t>
            </w:r>
            <w:r>
              <w:t xml:space="preserve"> </w:t>
            </w:r>
            <w:r w:rsidRPr="00DA2316">
              <w:t>последовательность (цепочку) предметов, чисел, фигур по заданному правилу</w:t>
            </w:r>
          </w:p>
        </w:tc>
        <w:tc>
          <w:tcPr>
            <w:tcW w:w="423" w:type="dxa"/>
            <w:gridSpan w:val="2"/>
          </w:tcPr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</w:p>
          <w:p w:rsidR="004D260B" w:rsidRDefault="004D260B" w:rsidP="00B052EA">
            <w:pPr>
              <w:spacing w:after="200" w:line="288" w:lineRule="auto"/>
            </w:pPr>
          </w:p>
          <w:p w:rsidR="004D260B" w:rsidRPr="00DA2316" w:rsidRDefault="004D260B" w:rsidP="00132169"/>
        </w:tc>
      </w:tr>
    </w:tbl>
    <w:p w:rsidR="004D260B" w:rsidRDefault="004D260B" w:rsidP="00705802">
      <w:pPr>
        <w:rPr>
          <w:b/>
          <w:sz w:val="28"/>
          <w:szCs w:val="28"/>
        </w:rPr>
      </w:pPr>
    </w:p>
    <w:p w:rsidR="004D260B" w:rsidRDefault="004D260B" w:rsidP="00705802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Всего часов: 132.</w:t>
      </w:r>
    </w:p>
    <w:p w:rsidR="004D260B" w:rsidRDefault="004D260B" w:rsidP="00705802">
      <w:pPr>
        <w:rPr>
          <w:b/>
          <w:sz w:val="28"/>
          <w:szCs w:val="28"/>
        </w:rPr>
      </w:pPr>
    </w:p>
    <w:p w:rsidR="004D260B" w:rsidRDefault="004D260B" w:rsidP="00705802">
      <w:pPr>
        <w:rPr>
          <w:b/>
          <w:sz w:val="28"/>
          <w:szCs w:val="28"/>
        </w:rPr>
      </w:pPr>
    </w:p>
    <w:p w:rsidR="004D260B" w:rsidRDefault="004D260B" w:rsidP="00705802">
      <w:pPr>
        <w:rPr>
          <w:b/>
          <w:sz w:val="28"/>
          <w:szCs w:val="28"/>
        </w:rPr>
      </w:pPr>
    </w:p>
    <w:p w:rsidR="004D260B" w:rsidRDefault="004D260B" w:rsidP="00705802">
      <w:pPr>
        <w:rPr>
          <w:b/>
          <w:sz w:val="28"/>
          <w:szCs w:val="28"/>
        </w:rPr>
      </w:pPr>
    </w:p>
    <w:p w:rsidR="004D260B" w:rsidRDefault="004D260B" w:rsidP="00705802">
      <w:pPr>
        <w:rPr>
          <w:b/>
          <w:sz w:val="28"/>
          <w:szCs w:val="28"/>
        </w:rPr>
      </w:pPr>
    </w:p>
    <w:p w:rsidR="004D260B" w:rsidRPr="00705802" w:rsidRDefault="004D260B" w:rsidP="00705802">
      <w:pPr>
        <w:rPr>
          <w:b/>
          <w:sz w:val="28"/>
          <w:szCs w:val="28"/>
        </w:rPr>
      </w:pPr>
    </w:p>
    <w:sectPr w:rsidR="004D260B" w:rsidRPr="00705802" w:rsidSect="006C4037">
      <w:footerReference w:type="even" r:id="rId6"/>
      <w:footerReference w:type="default" r:id="rId7"/>
      <w:pgSz w:w="16838" w:h="11906" w:orient="landscape"/>
      <w:pgMar w:top="125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60B" w:rsidRDefault="004D260B" w:rsidP="009645BD">
      <w:r>
        <w:separator/>
      </w:r>
    </w:p>
  </w:endnote>
  <w:endnote w:type="continuationSeparator" w:id="0">
    <w:p w:rsidR="004D260B" w:rsidRDefault="004D260B" w:rsidP="009645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60B" w:rsidRDefault="004D260B" w:rsidP="00CF7B1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260B" w:rsidRDefault="004D260B" w:rsidP="00B15C9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60B" w:rsidRDefault="004D260B" w:rsidP="00CF7B1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:rsidR="004D260B" w:rsidRDefault="004D260B" w:rsidP="00B15C9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60B" w:rsidRDefault="004D260B" w:rsidP="009645BD">
      <w:r>
        <w:separator/>
      </w:r>
    </w:p>
  </w:footnote>
  <w:footnote w:type="continuationSeparator" w:id="0">
    <w:p w:rsidR="004D260B" w:rsidRDefault="004D260B" w:rsidP="009645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5802"/>
    <w:rsid w:val="00012448"/>
    <w:rsid w:val="000945CD"/>
    <w:rsid w:val="000A0B72"/>
    <w:rsid w:val="000C504D"/>
    <w:rsid w:val="00132169"/>
    <w:rsid w:val="00141436"/>
    <w:rsid w:val="00142A2B"/>
    <w:rsid w:val="001559F6"/>
    <w:rsid w:val="001F2482"/>
    <w:rsid w:val="00224DD1"/>
    <w:rsid w:val="00297ED7"/>
    <w:rsid w:val="0037405F"/>
    <w:rsid w:val="0045181A"/>
    <w:rsid w:val="004628B9"/>
    <w:rsid w:val="004B36F6"/>
    <w:rsid w:val="004D260B"/>
    <w:rsid w:val="00571C71"/>
    <w:rsid w:val="00575FE6"/>
    <w:rsid w:val="00607C5B"/>
    <w:rsid w:val="006C4037"/>
    <w:rsid w:val="00705802"/>
    <w:rsid w:val="007C1A21"/>
    <w:rsid w:val="007F70FD"/>
    <w:rsid w:val="00835747"/>
    <w:rsid w:val="008649F8"/>
    <w:rsid w:val="0095242C"/>
    <w:rsid w:val="00953ED7"/>
    <w:rsid w:val="009645BD"/>
    <w:rsid w:val="00A11773"/>
    <w:rsid w:val="00A25508"/>
    <w:rsid w:val="00A43BD1"/>
    <w:rsid w:val="00B052EA"/>
    <w:rsid w:val="00B057B4"/>
    <w:rsid w:val="00B14D5E"/>
    <w:rsid w:val="00B15C90"/>
    <w:rsid w:val="00BF263E"/>
    <w:rsid w:val="00C528DC"/>
    <w:rsid w:val="00C956C0"/>
    <w:rsid w:val="00CF7222"/>
    <w:rsid w:val="00CF7B10"/>
    <w:rsid w:val="00D01443"/>
    <w:rsid w:val="00D85014"/>
    <w:rsid w:val="00DA2316"/>
    <w:rsid w:val="00DB1808"/>
    <w:rsid w:val="00E13C23"/>
    <w:rsid w:val="00E530BA"/>
    <w:rsid w:val="00ED2642"/>
    <w:rsid w:val="00F26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rbel" w:eastAsia="Corbel" w:hAnsi="Corbel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70580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057B4"/>
    <w:pPr>
      <w:pBdr>
        <w:top w:val="single" w:sz="8" w:space="0" w:color="DA1F28"/>
        <w:left w:val="single" w:sz="8" w:space="0" w:color="DA1F28"/>
        <w:bottom w:val="single" w:sz="8" w:space="0" w:color="DA1F28"/>
        <w:right w:val="single" w:sz="8" w:space="0" w:color="DA1F28"/>
      </w:pBdr>
      <w:shd w:val="clear" w:color="auto" w:fill="F8D1D3"/>
      <w:spacing w:before="480" w:after="100" w:line="269" w:lineRule="auto"/>
      <w:contextualSpacing/>
      <w:outlineLvl w:val="0"/>
    </w:pPr>
    <w:rPr>
      <w:rFonts w:ascii="Corbel" w:hAnsi="Corbel"/>
      <w:b/>
      <w:bCs/>
      <w:i/>
      <w:iCs/>
      <w:color w:val="6C0F13"/>
      <w:sz w:val="22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057B4"/>
    <w:pPr>
      <w:pBdr>
        <w:top w:val="single" w:sz="4" w:space="0" w:color="DA1F28"/>
        <w:left w:val="single" w:sz="48" w:space="2" w:color="DA1F28"/>
        <w:bottom w:val="single" w:sz="4" w:space="0" w:color="DA1F28"/>
        <w:right w:val="single" w:sz="4" w:space="4" w:color="DA1F28"/>
      </w:pBdr>
      <w:spacing w:before="200" w:after="100" w:line="269" w:lineRule="auto"/>
      <w:ind w:left="144"/>
      <w:contextualSpacing/>
      <w:outlineLvl w:val="1"/>
    </w:pPr>
    <w:rPr>
      <w:rFonts w:ascii="Corbel" w:hAnsi="Corbel"/>
      <w:b/>
      <w:bCs/>
      <w:i/>
      <w:iCs/>
      <w:color w:val="A3171D"/>
      <w:sz w:val="22"/>
      <w:szCs w:val="22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057B4"/>
    <w:pPr>
      <w:pBdr>
        <w:left w:val="single" w:sz="48" w:space="2" w:color="DA1F28"/>
        <w:bottom w:val="single" w:sz="4" w:space="0" w:color="DA1F28"/>
      </w:pBdr>
      <w:spacing w:before="200" w:after="100"/>
      <w:ind w:left="144"/>
      <w:contextualSpacing/>
      <w:outlineLvl w:val="2"/>
    </w:pPr>
    <w:rPr>
      <w:rFonts w:ascii="Corbel" w:hAnsi="Corbel"/>
      <w:b/>
      <w:bCs/>
      <w:i/>
      <w:iCs/>
      <w:color w:val="A3171D"/>
      <w:sz w:val="22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057B4"/>
    <w:pPr>
      <w:pBdr>
        <w:left w:val="single" w:sz="4" w:space="2" w:color="DA1F28"/>
        <w:bottom w:val="single" w:sz="4" w:space="2" w:color="DA1F28"/>
      </w:pBdr>
      <w:spacing w:before="200" w:after="100"/>
      <w:ind w:left="86"/>
      <w:contextualSpacing/>
      <w:outlineLvl w:val="3"/>
    </w:pPr>
    <w:rPr>
      <w:rFonts w:ascii="Corbel" w:hAnsi="Corbel"/>
      <w:b/>
      <w:bCs/>
      <w:i/>
      <w:iCs/>
      <w:color w:val="A3171D"/>
      <w:sz w:val="22"/>
      <w:szCs w:val="22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057B4"/>
    <w:pPr>
      <w:pBdr>
        <w:left w:val="dotted" w:sz="4" w:space="2" w:color="DA1F28"/>
        <w:bottom w:val="dotted" w:sz="4" w:space="2" w:color="DA1F28"/>
      </w:pBdr>
      <w:spacing w:before="200" w:after="100"/>
      <w:ind w:left="86"/>
      <w:contextualSpacing/>
      <w:outlineLvl w:val="4"/>
    </w:pPr>
    <w:rPr>
      <w:rFonts w:ascii="Corbel" w:hAnsi="Corbel"/>
      <w:b/>
      <w:bCs/>
      <w:i/>
      <w:iCs/>
      <w:color w:val="A3171D"/>
      <w:sz w:val="22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057B4"/>
    <w:pPr>
      <w:pBdr>
        <w:bottom w:val="single" w:sz="4" w:space="2" w:color="F2A3A7"/>
      </w:pBdr>
      <w:spacing w:before="200" w:after="100"/>
      <w:contextualSpacing/>
      <w:outlineLvl w:val="5"/>
    </w:pPr>
    <w:rPr>
      <w:rFonts w:ascii="Corbel" w:hAnsi="Corbel"/>
      <w:i/>
      <w:iCs/>
      <w:color w:val="A3171D"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057B4"/>
    <w:pPr>
      <w:pBdr>
        <w:bottom w:val="dotted" w:sz="4" w:space="2" w:color="EB757B"/>
      </w:pBdr>
      <w:spacing w:before="200" w:after="100"/>
      <w:contextualSpacing/>
      <w:outlineLvl w:val="6"/>
    </w:pPr>
    <w:rPr>
      <w:rFonts w:ascii="Corbel" w:hAnsi="Corbel"/>
      <w:i/>
      <w:iCs/>
      <w:color w:val="A3171D"/>
      <w:sz w:val="22"/>
      <w:szCs w:val="22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057B4"/>
    <w:pPr>
      <w:spacing w:before="200" w:after="100"/>
      <w:contextualSpacing/>
      <w:outlineLvl w:val="7"/>
    </w:pPr>
    <w:rPr>
      <w:rFonts w:ascii="Corbel" w:hAnsi="Corbel"/>
      <w:i/>
      <w:iCs/>
      <w:color w:val="DA1F28"/>
      <w:sz w:val="22"/>
      <w:szCs w:val="22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057B4"/>
    <w:pPr>
      <w:spacing w:before="200" w:after="100"/>
      <w:contextualSpacing/>
      <w:outlineLvl w:val="8"/>
    </w:pPr>
    <w:rPr>
      <w:rFonts w:ascii="Corbel" w:hAnsi="Corbel"/>
      <w:i/>
      <w:iCs/>
      <w:color w:val="DA1F28"/>
      <w:sz w:val="20"/>
      <w:szCs w:val="20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057B4"/>
    <w:rPr>
      <w:rFonts w:ascii="Corbel" w:hAnsi="Corbel" w:cs="Times New Roman"/>
      <w:b/>
      <w:bCs/>
      <w:i/>
      <w:iCs/>
      <w:color w:val="6C0F13"/>
      <w:shd w:val="clear" w:color="auto" w:fill="F8D1D3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057B4"/>
    <w:rPr>
      <w:rFonts w:ascii="Corbel" w:hAnsi="Corbel" w:cs="Times New Roman"/>
      <w:b/>
      <w:bCs/>
      <w:i/>
      <w:iCs/>
      <w:color w:val="A3171D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057B4"/>
    <w:rPr>
      <w:rFonts w:ascii="Corbel" w:hAnsi="Corbel" w:cs="Times New Roman"/>
      <w:b/>
      <w:bCs/>
      <w:i/>
      <w:iCs/>
      <w:color w:val="A3171D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057B4"/>
    <w:rPr>
      <w:rFonts w:ascii="Corbel" w:hAnsi="Corbel" w:cs="Times New Roman"/>
      <w:b/>
      <w:bCs/>
      <w:i/>
      <w:iCs/>
      <w:color w:val="A3171D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057B4"/>
    <w:rPr>
      <w:rFonts w:ascii="Corbel" w:hAnsi="Corbel" w:cs="Times New Roman"/>
      <w:b/>
      <w:bCs/>
      <w:i/>
      <w:iCs/>
      <w:color w:val="A3171D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057B4"/>
    <w:rPr>
      <w:rFonts w:ascii="Corbel" w:hAnsi="Corbel" w:cs="Times New Roman"/>
      <w:i/>
      <w:iCs/>
      <w:color w:val="A3171D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057B4"/>
    <w:rPr>
      <w:rFonts w:ascii="Corbel" w:hAnsi="Corbel" w:cs="Times New Roman"/>
      <w:i/>
      <w:iCs/>
      <w:color w:val="A3171D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057B4"/>
    <w:rPr>
      <w:rFonts w:ascii="Corbel" w:hAnsi="Corbel" w:cs="Times New Roman"/>
      <w:i/>
      <w:iCs/>
      <w:color w:val="DA1F2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057B4"/>
    <w:rPr>
      <w:rFonts w:ascii="Corbel" w:hAnsi="Corbel" w:cs="Times New Roman"/>
      <w:i/>
      <w:iCs/>
      <w:color w:val="DA1F28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B057B4"/>
    <w:pPr>
      <w:spacing w:after="200" w:line="288" w:lineRule="auto"/>
    </w:pPr>
    <w:rPr>
      <w:rFonts w:ascii="Corbel" w:eastAsia="Corbel" w:hAnsi="Corbel"/>
      <w:b/>
      <w:bCs/>
      <w:i/>
      <w:iCs/>
      <w:color w:val="A3171D"/>
      <w:sz w:val="18"/>
      <w:szCs w:val="18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B057B4"/>
    <w:pPr>
      <w:pBdr>
        <w:top w:val="single" w:sz="48" w:space="0" w:color="DA1F28"/>
        <w:bottom w:val="single" w:sz="48" w:space="0" w:color="DA1F28"/>
      </w:pBdr>
      <w:shd w:val="clear" w:color="auto" w:fill="DA1F28"/>
      <w:jc w:val="center"/>
    </w:pPr>
    <w:rPr>
      <w:rFonts w:ascii="Corbel" w:hAnsi="Corbel"/>
      <w:i/>
      <w:iCs/>
      <w:color w:val="FFFFFF"/>
      <w:spacing w:val="10"/>
      <w:sz w:val="48"/>
      <w:szCs w:val="48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B057B4"/>
    <w:rPr>
      <w:rFonts w:ascii="Corbel" w:hAnsi="Corbel" w:cs="Times New Roman"/>
      <w:i/>
      <w:iCs/>
      <w:color w:val="FFFFFF"/>
      <w:spacing w:val="10"/>
      <w:sz w:val="48"/>
      <w:szCs w:val="48"/>
      <w:shd w:val="clear" w:color="auto" w:fill="DA1F28"/>
    </w:rPr>
  </w:style>
  <w:style w:type="paragraph" w:styleId="Subtitle">
    <w:name w:val="Subtitle"/>
    <w:basedOn w:val="Normal"/>
    <w:next w:val="Normal"/>
    <w:link w:val="SubtitleChar"/>
    <w:uiPriority w:val="99"/>
    <w:qFormat/>
    <w:rsid w:val="00B057B4"/>
    <w:pPr>
      <w:pBdr>
        <w:bottom w:val="dotted" w:sz="8" w:space="10" w:color="DA1F28"/>
      </w:pBdr>
      <w:spacing w:before="200" w:after="900"/>
      <w:jc w:val="center"/>
    </w:pPr>
    <w:rPr>
      <w:rFonts w:ascii="Corbel" w:hAnsi="Corbel"/>
      <w:i/>
      <w:iCs/>
      <w:color w:val="6C0F13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057B4"/>
    <w:rPr>
      <w:rFonts w:ascii="Corbel" w:hAnsi="Corbel" w:cs="Times New Roman"/>
      <w:i/>
      <w:iCs/>
      <w:color w:val="6C0F13"/>
      <w:sz w:val="24"/>
      <w:szCs w:val="24"/>
    </w:rPr>
  </w:style>
  <w:style w:type="character" w:styleId="Strong">
    <w:name w:val="Strong"/>
    <w:basedOn w:val="DefaultParagraphFont"/>
    <w:uiPriority w:val="99"/>
    <w:qFormat/>
    <w:rsid w:val="00B057B4"/>
    <w:rPr>
      <w:rFonts w:cs="Times New Roman"/>
      <w:b/>
      <w:spacing w:val="0"/>
    </w:rPr>
  </w:style>
  <w:style w:type="character" w:styleId="Emphasis">
    <w:name w:val="Emphasis"/>
    <w:basedOn w:val="DefaultParagraphFont"/>
    <w:uiPriority w:val="99"/>
    <w:qFormat/>
    <w:rsid w:val="00B057B4"/>
    <w:rPr>
      <w:rFonts w:ascii="Corbel" w:hAnsi="Corbel" w:cs="Times New Roman"/>
      <w:b/>
      <w:i/>
      <w:color w:val="DA1F28"/>
      <w:bdr w:val="single" w:sz="18" w:space="0" w:color="F8D1D3"/>
      <w:shd w:val="clear" w:color="auto" w:fill="F8D1D3"/>
    </w:rPr>
  </w:style>
  <w:style w:type="paragraph" w:styleId="NoSpacing">
    <w:name w:val="No Spacing"/>
    <w:basedOn w:val="Normal"/>
    <w:uiPriority w:val="99"/>
    <w:qFormat/>
    <w:rsid w:val="00B057B4"/>
    <w:rPr>
      <w:rFonts w:ascii="Corbel" w:eastAsia="Corbel" w:hAnsi="Corbel"/>
      <w:i/>
      <w:iCs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B057B4"/>
    <w:pPr>
      <w:spacing w:after="200" w:line="288" w:lineRule="auto"/>
      <w:ind w:left="720"/>
      <w:contextualSpacing/>
    </w:pPr>
    <w:rPr>
      <w:rFonts w:ascii="Corbel" w:eastAsia="Corbel" w:hAnsi="Corbel"/>
      <w:i/>
      <w:iCs/>
      <w:sz w:val="20"/>
      <w:szCs w:val="20"/>
      <w:lang w:val="en-US"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B057B4"/>
    <w:pPr>
      <w:spacing w:after="200" w:line="288" w:lineRule="auto"/>
    </w:pPr>
    <w:rPr>
      <w:rFonts w:ascii="Corbel" w:eastAsia="Corbel" w:hAnsi="Corbel"/>
      <w:color w:val="A3171D"/>
      <w:sz w:val="20"/>
      <w:szCs w:val="20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B057B4"/>
    <w:rPr>
      <w:rFonts w:cs="Times New Roman"/>
      <w:color w:val="A3171D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057B4"/>
    <w:pPr>
      <w:pBdr>
        <w:top w:val="dotted" w:sz="8" w:space="10" w:color="DA1F28"/>
        <w:bottom w:val="dotted" w:sz="8" w:space="10" w:color="DA1F28"/>
      </w:pBdr>
      <w:spacing w:after="200" w:line="300" w:lineRule="auto"/>
      <w:ind w:left="2160" w:right="2160"/>
      <w:jc w:val="center"/>
    </w:pPr>
    <w:rPr>
      <w:rFonts w:ascii="Corbel" w:hAnsi="Corbel"/>
      <w:b/>
      <w:bCs/>
      <w:i/>
      <w:iCs/>
      <w:color w:val="DA1F28"/>
      <w:sz w:val="20"/>
      <w:szCs w:val="20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B057B4"/>
    <w:rPr>
      <w:rFonts w:ascii="Corbel" w:hAnsi="Corbel" w:cs="Times New Roman"/>
      <w:b/>
      <w:bCs/>
      <w:i/>
      <w:iCs/>
      <w:color w:val="DA1F28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B057B4"/>
    <w:rPr>
      <w:rFonts w:ascii="Corbel" w:hAnsi="Corbel"/>
      <w:i/>
      <w:color w:val="DA1F28"/>
    </w:rPr>
  </w:style>
  <w:style w:type="character" w:styleId="IntenseEmphasis">
    <w:name w:val="Intense Emphasis"/>
    <w:basedOn w:val="DefaultParagraphFont"/>
    <w:uiPriority w:val="99"/>
    <w:qFormat/>
    <w:rsid w:val="00B057B4"/>
    <w:rPr>
      <w:rFonts w:ascii="Corbel" w:hAnsi="Corbel"/>
      <w:b/>
      <w:i/>
      <w:color w:val="FFFFFF"/>
      <w:bdr w:val="single" w:sz="18" w:space="0" w:color="DA1F28"/>
      <w:shd w:val="clear" w:color="auto" w:fill="DA1F28"/>
      <w:vertAlign w:val="baseline"/>
    </w:rPr>
  </w:style>
  <w:style w:type="character" w:styleId="SubtleReference">
    <w:name w:val="Subtle Reference"/>
    <w:basedOn w:val="DefaultParagraphFont"/>
    <w:uiPriority w:val="99"/>
    <w:qFormat/>
    <w:rsid w:val="00B057B4"/>
    <w:rPr>
      <w:i/>
      <w:smallCaps/>
      <w:color w:val="DA1F28"/>
      <w:u w:color="DA1F28"/>
    </w:rPr>
  </w:style>
  <w:style w:type="character" w:styleId="IntenseReference">
    <w:name w:val="Intense Reference"/>
    <w:basedOn w:val="DefaultParagraphFont"/>
    <w:uiPriority w:val="99"/>
    <w:qFormat/>
    <w:rsid w:val="00B057B4"/>
    <w:rPr>
      <w:b/>
      <w:i/>
      <w:smallCaps/>
      <w:color w:val="DA1F28"/>
      <w:u w:color="DA1F28"/>
    </w:rPr>
  </w:style>
  <w:style w:type="character" w:styleId="BookTitle">
    <w:name w:val="Book Title"/>
    <w:basedOn w:val="DefaultParagraphFont"/>
    <w:uiPriority w:val="99"/>
    <w:qFormat/>
    <w:rsid w:val="00B057B4"/>
    <w:rPr>
      <w:rFonts w:ascii="Corbel" w:hAnsi="Corbel"/>
      <w:b/>
      <w:i/>
      <w:smallCaps/>
      <w:color w:val="A3171D"/>
      <w:u w:val="single"/>
    </w:rPr>
  </w:style>
  <w:style w:type="paragraph" w:styleId="TOCHeading">
    <w:name w:val="TOC Heading"/>
    <w:basedOn w:val="Heading1"/>
    <w:next w:val="Normal"/>
    <w:uiPriority w:val="99"/>
    <w:qFormat/>
    <w:rsid w:val="00B057B4"/>
    <w:pPr>
      <w:outlineLvl w:val="9"/>
    </w:pPr>
  </w:style>
  <w:style w:type="table" w:styleId="TableGrid">
    <w:name w:val="Table Grid"/>
    <w:basedOn w:val="TableNormal"/>
    <w:uiPriority w:val="99"/>
    <w:rsid w:val="0070580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70580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05802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styleId="PageNumber">
    <w:name w:val="page number"/>
    <w:basedOn w:val="DefaultParagraphFont"/>
    <w:uiPriority w:val="99"/>
    <w:rsid w:val="0070580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153</TotalTime>
  <Pages>8</Pages>
  <Words>1551</Words>
  <Characters>8843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атто</dc:creator>
  <cp:keywords/>
  <dc:description/>
  <cp:lastModifiedBy>Admin</cp:lastModifiedBy>
  <cp:revision>3</cp:revision>
  <dcterms:created xsi:type="dcterms:W3CDTF">2011-08-27T17:50:00Z</dcterms:created>
  <dcterms:modified xsi:type="dcterms:W3CDTF">2011-09-04T13:43:00Z</dcterms:modified>
</cp:coreProperties>
</file>